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F27" w:rsidRPr="00556839" w:rsidRDefault="00684F27" w:rsidP="00684F27">
      <w:pPr>
        <w:pStyle w:val="Style21"/>
        <w:widowControl/>
        <w:spacing w:before="139"/>
        <w:jc w:val="center"/>
        <w:rPr>
          <w:rFonts w:ascii="Arial" w:hAnsi="Arial" w:cs="Arial"/>
          <w:b/>
          <w:sz w:val="22"/>
          <w:szCs w:val="22"/>
        </w:rPr>
      </w:pPr>
      <w:r w:rsidRPr="00556839">
        <w:rPr>
          <w:rFonts w:ascii="Arial" w:hAnsi="Arial" w:cs="Arial"/>
          <w:b/>
          <w:sz w:val="22"/>
          <w:szCs w:val="22"/>
        </w:rPr>
        <w:t>Programa de “Apoyo al Empleo con Responsabilidad Social”</w:t>
      </w:r>
    </w:p>
    <w:p w:rsidR="00684F27" w:rsidRPr="00556839" w:rsidRDefault="00684F27" w:rsidP="00684F27">
      <w:pPr>
        <w:pStyle w:val="Style21"/>
        <w:widowControl/>
        <w:spacing w:before="139"/>
        <w:jc w:val="center"/>
        <w:rPr>
          <w:rFonts w:ascii="Arial" w:hAnsi="Arial" w:cs="Arial"/>
          <w:b/>
          <w:sz w:val="22"/>
          <w:szCs w:val="22"/>
        </w:rPr>
      </w:pPr>
      <w:r w:rsidRPr="00556839">
        <w:rPr>
          <w:rFonts w:ascii="Arial" w:hAnsi="Arial" w:cs="Arial"/>
          <w:b/>
          <w:sz w:val="22"/>
          <w:szCs w:val="22"/>
        </w:rPr>
        <w:t>Regla de Operación</w:t>
      </w:r>
    </w:p>
    <w:p w:rsidR="0041438B" w:rsidRPr="00556839" w:rsidRDefault="0041438B" w:rsidP="00684F27">
      <w:pPr>
        <w:pStyle w:val="Style21"/>
        <w:widowControl/>
        <w:spacing w:before="139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556839">
        <w:rPr>
          <w:rFonts w:ascii="Arial" w:hAnsi="Arial" w:cs="Arial"/>
          <w:b/>
          <w:sz w:val="22"/>
          <w:szCs w:val="22"/>
        </w:rPr>
        <w:t xml:space="preserve">ANEXO </w:t>
      </w:r>
      <w:r w:rsidR="004B42CD" w:rsidRPr="00556839">
        <w:rPr>
          <w:rFonts w:ascii="Arial" w:hAnsi="Arial" w:cs="Arial"/>
          <w:b/>
          <w:sz w:val="22"/>
          <w:szCs w:val="22"/>
        </w:rPr>
        <w:t>PAERS - 00</w:t>
      </w:r>
      <w:r w:rsidR="00684F27" w:rsidRPr="00556839">
        <w:rPr>
          <w:rFonts w:ascii="Arial" w:hAnsi="Arial" w:cs="Arial"/>
          <w:b/>
          <w:sz w:val="22"/>
          <w:szCs w:val="22"/>
        </w:rPr>
        <w:t>1</w:t>
      </w:r>
      <w:r w:rsidRPr="00556839">
        <w:rPr>
          <w:rFonts w:ascii="Arial" w:hAnsi="Arial" w:cs="Arial"/>
          <w:b/>
          <w:sz w:val="22"/>
          <w:szCs w:val="22"/>
        </w:rPr>
        <w:t xml:space="preserve"> </w:t>
      </w:r>
      <w:r w:rsidR="00582A94" w:rsidRPr="00556839">
        <w:rPr>
          <w:rFonts w:ascii="Arial" w:hAnsi="Arial" w:cs="Arial"/>
          <w:b/>
          <w:sz w:val="22"/>
          <w:szCs w:val="22"/>
        </w:rPr>
        <w:t>Solicitud de Apoyo</w:t>
      </w:r>
    </w:p>
    <w:p w:rsidR="0041438B" w:rsidRPr="00556839" w:rsidRDefault="0041438B" w:rsidP="0041438B">
      <w:pPr>
        <w:pStyle w:val="Ttulo1"/>
        <w:keepNext w:val="0"/>
        <w:spacing w:after="100" w:afterAutospacing="1" w:line="240" w:lineRule="atLeast"/>
        <w:contextualSpacing/>
        <w:jc w:val="right"/>
        <w:rPr>
          <w:rFonts w:cs="Arial"/>
          <w:b w:val="0"/>
          <w:sz w:val="22"/>
          <w:szCs w:val="22"/>
        </w:rPr>
      </w:pPr>
      <w:r w:rsidRPr="00556839">
        <w:rPr>
          <w:rFonts w:cs="Arial"/>
          <w:b w:val="0"/>
          <w:sz w:val="22"/>
          <w:szCs w:val="22"/>
        </w:rPr>
        <w:t>Folio</w:t>
      </w:r>
      <w:proofErr w:type="gramStart"/>
      <w:r w:rsidRPr="00556839">
        <w:rPr>
          <w:rFonts w:cs="Arial"/>
          <w:b w:val="0"/>
          <w:sz w:val="22"/>
          <w:szCs w:val="22"/>
        </w:rPr>
        <w:t>:_</w:t>
      </w:r>
      <w:proofErr w:type="gramEnd"/>
      <w:r w:rsidRPr="00556839">
        <w:rPr>
          <w:rFonts w:cs="Arial"/>
          <w:b w:val="0"/>
          <w:sz w:val="22"/>
          <w:szCs w:val="22"/>
        </w:rPr>
        <w:t>________</w:t>
      </w:r>
    </w:p>
    <w:p w:rsidR="0041438B" w:rsidRPr="00556839" w:rsidRDefault="00B94596" w:rsidP="0041438B">
      <w:pPr>
        <w:pStyle w:val="Ttulo1"/>
        <w:keepNext w:val="0"/>
        <w:spacing w:after="100" w:afterAutospacing="1" w:line="240" w:lineRule="atLeast"/>
        <w:contextualSpacing/>
        <w:jc w:val="righ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Fecha</w:t>
      </w:r>
      <w:proofErr w:type="gramStart"/>
      <w:r>
        <w:rPr>
          <w:rFonts w:cs="Arial"/>
          <w:b w:val="0"/>
          <w:sz w:val="22"/>
          <w:szCs w:val="22"/>
        </w:rPr>
        <w:t>:_</w:t>
      </w:r>
      <w:proofErr w:type="gramEnd"/>
      <w:r>
        <w:rPr>
          <w:rFonts w:cs="Arial"/>
          <w:b w:val="0"/>
          <w:sz w:val="22"/>
          <w:szCs w:val="22"/>
        </w:rPr>
        <w:t>____/______/2017</w:t>
      </w:r>
    </w:p>
    <w:p w:rsidR="004B42CD" w:rsidRPr="00556839" w:rsidRDefault="007771E0" w:rsidP="007771E0">
      <w:pPr>
        <w:spacing w:after="60"/>
        <w:jc w:val="both"/>
        <w:rPr>
          <w:rFonts w:ascii="Arial" w:eastAsiaTheme="minorEastAsia" w:hAnsi="Arial" w:cs="Arial"/>
          <w:b/>
          <w:lang w:eastAsia="es-ES"/>
        </w:rPr>
      </w:pPr>
      <w:r>
        <w:rPr>
          <w:rFonts w:ascii="Arial" w:eastAsiaTheme="minorEastAsia" w:hAnsi="Arial" w:cs="Arial"/>
          <w:b/>
          <w:lang w:val="es-MX" w:eastAsia="es-ES"/>
        </w:rPr>
        <w:t xml:space="preserve">Titular de la </w:t>
      </w:r>
      <w:r w:rsidR="004B42CD" w:rsidRPr="00556839">
        <w:rPr>
          <w:rFonts w:ascii="Arial" w:eastAsiaTheme="minorEastAsia" w:hAnsi="Arial" w:cs="Arial"/>
          <w:b/>
          <w:lang w:eastAsia="es-ES"/>
        </w:rPr>
        <w:t>Secreta</w:t>
      </w:r>
      <w:r w:rsidR="005172CB">
        <w:rPr>
          <w:rFonts w:ascii="Arial" w:eastAsiaTheme="minorEastAsia" w:hAnsi="Arial" w:cs="Arial"/>
          <w:b/>
          <w:lang w:eastAsia="es-ES"/>
        </w:rPr>
        <w:t>ría</w:t>
      </w:r>
      <w:r w:rsidR="004B42CD" w:rsidRPr="00556839">
        <w:rPr>
          <w:rFonts w:ascii="Arial" w:eastAsiaTheme="minorEastAsia" w:hAnsi="Arial" w:cs="Arial"/>
          <w:b/>
          <w:lang w:eastAsia="es-ES"/>
        </w:rPr>
        <w:t xml:space="preserve"> de Desarrollo Social y Humano</w:t>
      </w:r>
    </w:p>
    <w:p w:rsidR="004B42CD" w:rsidRPr="00556839" w:rsidRDefault="004B42CD" w:rsidP="004B42CD">
      <w:pPr>
        <w:spacing w:after="60" w:line="240" w:lineRule="auto"/>
        <w:jc w:val="both"/>
        <w:rPr>
          <w:rFonts w:ascii="Arial" w:eastAsiaTheme="minorEastAsia" w:hAnsi="Arial" w:cs="Arial"/>
          <w:b/>
          <w:lang w:eastAsia="es-ES"/>
        </w:rPr>
      </w:pPr>
      <w:r w:rsidRPr="00556839">
        <w:rPr>
          <w:rFonts w:ascii="Arial" w:eastAsiaTheme="minorEastAsia" w:hAnsi="Arial" w:cs="Arial"/>
          <w:b/>
          <w:lang w:eastAsia="es-ES"/>
        </w:rPr>
        <w:t>PRESENTE</w:t>
      </w:r>
    </w:p>
    <w:p w:rsidR="004B42CD" w:rsidRPr="00556839" w:rsidRDefault="004B42CD" w:rsidP="004B42CD">
      <w:pPr>
        <w:pStyle w:val="Ttulo1"/>
        <w:keepNext w:val="0"/>
        <w:spacing w:after="100" w:afterAutospacing="1" w:line="240" w:lineRule="atLeast"/>
        <w:contextualSpacing/>
        <w:rPr>
          <w:rFonts w:cs="Arial"/>
          <w:b w:val="0"/>
          <w:color w:val="000000"/>
          <w:sz w:val="22"/>
          <w:szCs w:val="22"/>
          <w:lang w:val="es-ES"/>
        </w:rPr>
      </w:pPr>
    </w:p>
    <w:p w:rsidR="0041438B" w:rsidRPr="00556839" w:rsidRDefault="0041438B" w:rsidP="001D57B9">
      <w:pPr>
        <w:pStyle w:val="Ttulo1"/>
        <w:keepNext w:val="0"/>
        <w:spacing w:after="100" w:afterAutospacing="1" w:line="240" w:lineRule="atLeast"/>
        <w:contextualSpacing/>
        <w:rPr>
          <w:rFonts w:cs="Arial"/>
          <w:b w:val="0"/>
          <w:color w:val="000000"/>
          <w:sz w:val="22"/>
          <w:szCs w:val="22"/>
        </w:rPr>
      </w:pPr>
      <w:r w:rsidRPr="00556839">
        <w:rPr>
          <w:rFonts w:cs="Arial"/>
          <w:b w:val="0"/>
          <w:color w:val="000000"/>
          <w:sz w:val="22"/>
          <w:szCs w:val="22"/>
        </w:rPr>
        <w:t xml:space="preserve">Por medio de este conducto, los abajo firmantes habitantes de la localidad de ____________________ del municipio de ________________________ del </w:t>
      </w:r>
      <w:r w:rsidR="007771E0">
        <w:rPr>
          <w:rFonts w:cs="Arial"/>
          <w:b w:val="0"/>
          <w:color w:val="000000"/>
          <w:sz w:val="22"/>
          <w:szCs w:val="22"/>
        </w:rPr>
        <w:t>e</w:t>
      </w:r>
      <w:r w:rsidRPr="00556839">
        <w:rPr>
          <w:rFonts w:cs="Arial"/>
          <w:b w:val="0"/>
          <w:color w:val="000000"/>
          <w:sz w:val="22"/>
          <w:szCs w:val="22"/>
        </w:rPr>
        <w:t xml:space="preserve">stado de Guanajuato, manifestamos a usted nuestro interés en participar en el Programa, con el proyecto social: (Anotar el nombre del </w:t>
      </w:r>
      <w:r w:rsidR="007771E0">
        <w:rPr>
          <w:rFonts w:cs="Arial"/>
          <w:b w:val="0"/>
          <w:color w:val="000000"/>
          <w:sz w:val="22"/>
          <w:szCs w:val="22"/>
        </w:rPr>
        <w:t>p</w:t>
      </w:r>
      <w:r w:rsidRPr="00556839">
        <w:rPr>
          <w:rFonts w:cs="Arial"/>
          <w:b w:val="0"/>
          <w:color w:val="000000"/>
          <w:sz w:val="22"/>
          <w:szCs w:val="22"/>
        </w:rPr>
        <w:t>royecto social a realizar, o el plan de acciones</w:t>
      </w:r>
      <w:r w:rsidR="001D57B9">
        <w:rPr>
          <w:rFonts w:cs="Arial"/>
          <w:b w:val="0"/>
          <w:color w:val="000000"/>
          <w:sz w:val="22"/>
          <w:szCs w:val="22"/>
        </w:rPr>
        <w:t xml:space="preserve"> </w:t>
      </w:r>
      <w:r w:rsidRPr="00556839">
        <w:rPr>
          <w:rFonts w:cs="Arial"/>
          <w:b w:val="0"/>
          <w:color w:val="000000"/>
          <w:sz w:val="22"/>
          <w:szCs w:val="22"/>
        </w:rPr>
        <w:t>a</w:t>
      </w:r>
      <w:r w:rsidR="009A7D06" w:rsidRPr="00556839">
        <w:rPr>
          <w:rFonts w:cs="Arial"/>
          <w:b w:val="0"/>
          <w:color w:val="000000"/>
          <w:sz w:val="22"/>
          <w:szCs w:val="22"/>
        </w:rPr>
        <w:t xml:space="preserve"> </w:t>
      </w:r>
      <w:r w:rsidRPr="00556839">
        <w:rPr>
          <w:rFonts w:cs="Arial"/>
          <w:b w:val="0"/>
          <w:color w:val="000000"/>
          <w:sz w:val="22"/>
          <w:szCs w:val="22"/>
        </w:rPr>
        <w:t>implementar</w:t>
      </w:r>
      <w:proofErr w:type="gramStart"/>
      <w:r w:rsidRPr="00556839">
        <w:rPr>
          <w:rFonts w:cs="Arial"/>
          <w:b w:val="0"/>
          <w:color w:val="000000"/>
          <w:sz w:val="22"/>
          <w:szCs w:val="22"/>
        </w:rPr>
        <w:t>)_</w:t>
      </w:r>
      <w:proofErr w:type="gramEnd"/>
      <w:r w:rsidRPr="00556839">
        <w:rPr>
          <w:rFonts w:cs="Arial"/>
          <w:b w:val="0"/>
          <w:color w:val="000000"/>
          <w:sz w:val="22"/>
          <w:szCs w:val="22"/>
        </w:rPr>
        <w:t>________________________________________________________.</w:t>
      </w:r>
    </w:p>
    <w:p w:rsidR="0041438B" w:rsidRPr="00556839" w:rsidRDefault="0041438B" w:rsidP="0041438B">
      <w:pPr>
        <w:spacing w:line="240" w:lineRule="auto"/>
        <w:jc w:val="both"/>
        <w:rPr>
          <w:rFonts w:ascii="Arial" w:hAnsi="Arial" w:cs="Arial"/>
        </w:rPr>
      </w:pPr>
      <w:r w:rsidRPr="00556839">
        <w:rPr>
          <w:rFonts w:ascii="Arial" w:hAnsi="Arial" w:cs="Arial"/>
        </w:rPr>
        <w:t>Por lo anterior</w:t>
      </w:r>
      <w:r w:rsidR="004331DC">
        <w:rPr>
          <w:rFonts w:ascii="Arial" w:hAnsi="Arial" w:cs="Arial"/>
        </w:rPr>
        <w:t>,</w:t>
      </w:r>
      <w:r w:rsidRPr="00556839">
        <w:rPr>
          <w:rFonts w:ascii="Arial" w:hAnsi="Arial" w:cs="Arial"/>
        </w:rPr>
        <w:t xml:space="preserve"> y  conforme </w:t>
      </w:r>
      <w:r w:rsidR="004331DC">
        <w:rPr>
          <w:rFonts w:ascii="Arial" w:hAnsi="Arial" w:cs="Arial"/>
        </w:rPr>
        <w:t xml:space="preserve">al proyecto social </w:t>
      </w:r>
      <w:r w:rsidRPr="00556839">
        <w:rPr>
          <w:rFonts w:ascii="Arial" w:hAnsi="Arial" w:cs="Arial"/>
        </w:rPr>
        <w:t>de quienes suscrib</w:t>
      </w:r>
      <w:r w:rsidR="00337A15">
        <w:rPr>
          <w:rFonts w:ascii="Arial" w:hAnsi="Arial" w:cs="Arial"/>
        </w:rPr>
        <w:t>imos</w:t>
      </w:r>
      <w:r w:rsidRPr="00556839">
        <w:rPr>
          <w:rFonts w:ascii="Arial" w:hAnsi="Arial" w:cs="Arial"/>
        </w:rPr>
        <w:t xml:space="preserve">, le solicitamos, de cumplir con los requisitos </w:t>
      </w:r>
      <w:r w:rsidR="005B28CC" w:rsidRPr="00556839">
        <w:rPr>
          <w:rFonts w:ascii="Arial" w:hAnsi="Arial" w:cs="Arial"/>
        </w:rPr>
        <w:t>establecidos</w:t>
      </w:r>
      <w:r w:rsidRPr="00556839">
        <w:rPr>
          <w:rFonts w:ascii="Arial" w:hAnsi="Arial" w:cs="Arial"/>
        </w:rPr>
        <w:t xml:space="preserve"> en las </w:t>
      </w:r>
      <w:r w:rsidR="00D54484">
        <w:rPr>
          <w:rFonts w:ascii="Arial" w:hAnsi="Arial" w:cs="Arial"/>
        </w:rPr>
        <w:t>R</w:t>
      </w:r>
      <w:r w:rsidRPr="00556839">
        <w:rPr>
          <w:rFonts w:ascii="Arial" w:hAnsi="Arial" w:cs="Arial"/>
        </w:rPr>
        <w:t xml:space="preserve">eglas de </w:t>
      </w:r>
      <w:r w:rsidR="00D54484">
        <w:rPr>
          <w:rFonts w:ascii="Arial" w:hAnsi="Arial" w:cs="Arial"/>
        </w:rPr>
        <w:t>O</w:t>
      </w:r>
      <w:r w:rsidRPr="00556839">
        <w:rPr>
          <w:rFonts w:ascii="Arial" w:hAnsi="Arial" w:cs="Arial"/>
        </w:rPr>
        <w:t xml:space="preserve">peración del Programa, el </w:t>
      </w:r>
      <w:r w:rsidR="00337A15">
        <w:rPr>
          <w:rFonts w:ascii="Arial" w:hAnsi="Arial" w:cs="Arial"/>
        </w:rPr>
        <w:t>otorgamien</w:t>
      </w:r>
      <w:r w:rsidR="00B37D2E">
        <w:rPr>
          <w:rFonts w:ascii="Arial" w:hAnsi="Arial" w:cs="Arial"/>
        </w:rPr>
        <w:t>t</w:t>
      </w:r>
      <w:r w:rsidR="00337A15">
        <w:rPr>
          <w:rFonts w:ascii="Arial" w:hAnsi="Arial" w:cs="Arial"/>
        </w:rPr>
        <w:t>o</w:t>
      </w:r>
      <w:r w:rsidR="00B37D2E">
        <w:rPr>
          <w:rFonts w:ascii="Arial" w:hAnsi="Arial" w:cs="Arial"/>
        </w:rPr>
        <w:t xml:space="preserve"> </w:t>
      </w:r>
      <w:r w:rsidRPr="00556839">
        <w:rPr>
          <w:rFonts w:ascii="Arial" w:hAnsi="Arial" w:cs="Arial"/>
        </w:rPr>
        <w:t xml:space="preserve"> del o los componente de Apoyos </w:t>
      </w:r>
      <w:r w:rsidR="00D54484">
        <w:rPr>
          <w:rFonts w:ascii="Arial" w:hAnsi="Arial" w:cs="Arial"/>
        </w:rPr>
        <w:t>siguientes</w:t>
      </w:r>
      <w:r w:rsidRPr="00556839">
        <w:rPr>
          <w:rFonts w:ascii="Arial" w:hAnsi="Arial" w:cs="Arial"/>
        </w:rPr>
        <w:t>:</w:t>
      </w:r>
    </w:p>
    <w:p w:rsidR="0041438B" w:rsidRPr="00556839" w:rsidRDefault="0041438B" w:rsidP="006A4044">
      <w:pPr>
        <w:pStyle w:val="Prrafodelista"/>
        <w:numPr>
          <w:ilvl w:val="0"/>
          <w:numId w:val="15"/>
        </w:numPr>
        <w:spacing w:after="200"/>
        <w:jc w:val="both"/>
        <w:rPr>
          <w:rFonts w:ascii="Arial" w:hAnsi="Arial" w:cs="Arial"/>
          <w:sz w:val="22"/>
          <w:szCs w:val="22"/>
        </w:rPr>
      </w:pPr>
      <w:r w:rsidRPr="00556839">
        <w:rPr>
          <w:rFonts w:ascii="Arial" w:hAnsi="Arial" w:cs="Arial"/>
          <w:sz w:val="22"/>
          <w:szCs w:val="22"/>
        </w:rPr>
        <w:t>Apoyo con  _____________ jornales, para _______________ personas desempleadas.</w:t>
      </w:r>
    </w:p>
    <w:p w:rsidR="00556839" w:rsidRPr="00556839" w:rsidRDefault="00556839" w:rsidP="00556839">
      <w:pPr>
        <w:pStyle w:val="Prrafodelista"/>
        <w:spacing w:after="200"/>
        <w:ind w:left="1080"/>
        <w:jc w:val="both"/>
        <w:rPr>
          <w:rFonts w:ascii="Arial" w:hAnsi="Arial" w:cs="Arial"/>
          <w:sz w:val="22"/>
          <w:szCs w:val="22"/>
        </w:rPr>
      </w:pPr>
    </w:p>
    <w:p w:rsidR="0041438B" w:rsidRPr="00C9751E" w:rsidRDefault="0041438B" w:rsidP="006A4044">
      <w:pPr>
        <w:pStyle w:val="Prrafodelista"/>
        <w:numPr>
          <w:ilvl w:val="0"/>
          <w:numId w:val="15"/>
        </w:numPr>
        <w:spacing w:after="200"/>
        <w:jc w:val="both"/>
        <w:rPr>
          <w:rFonts w:ascii="Arial" w:hAnsi="Arial" w:cs="Arial"/>
          <w:sz w:val="22"/>
          <w:szCs w:val="22"/>
        </w:rPr>
      </w:pPr>
      <w:r w:rsidRPr="00556839">
        <w:rPr>
          <w:rFonts w:ascii="Arial" w:hAnsi="Arial" w:cs="Arial"/>
          <w:sz w:val="22"/>
          <w:szCs w:val="22"/>
        </w:rPr>
        <w:t xml:space="preserve">Apoyo con _____________ becas de capacitación, para __________ </w:t>
      </w:r>
      <w:bookmarkStart w:id="0" w:name="_GoBack"/>
      <w:bookmarkEnd w:id="0"/>
      <w:r w:rsidRPr="00C9751E">
        <w:rPr>
          <w:rFonts w:ascii="Arial" w:hAnsi="Arial" w:cs="Arial"/>
          <w:sz w:val="22"/>
          <w:szCs w:val="22"/>
        </w:rPr>
        <w:t>personas desempleadas.</w:t>
      </w:r>
    </w:p>
    <w:p w:rsidR="00B37D2E" w:rsidRDefault="0041438B" w:rsidP="00E24038">
      <w:pPr>
        <w:pStyle w:val="Sinespaciado"/>
        <w:tabs>
          <w:tab w:val="left" w:pos="1018"/>
        </w:tabs>
        <w:jc w:val="both"/>
        <w:rPr>
          <w:rFonts w:ascii="Arial" w:hAnsi="Arial" w:cs="Arial"/>
          <w:lang w:val="es-MX"/>
        </w:rPr>
      </w:pPr>
      <w:r w:rsidRPr="00C9751E">
        <w:rPr>
          <w:rFonts w:ascii="Arial" w:hAnsi="Arial" w:cs="Arial"/>
          <w:lang w:val="es-MX"/>
        </w:rPr>
        <w:t xml:space="preserve">Así mismo, y  para el efecto de ser considerada la presente solicitud, </w:t>
      </w:r>
      <w:r w:rsidR="00C9751E" w:rsidRPr="00C9751E">
        <w:rPr>
          <w:rFonts w:ascii="Arial" w:hAnsi="Arial" w:cs="Arial"/>
          <w:lang w:val="es-MX"/>
        </w:rPr>
        <w:t>conforme al Capítulo III, artículo 13</w:t>
      </w:r>
      <w:r w:rsidR="00D54484" w:rsidRPr="00C9751E">
        <w:rPr>
          <w:rFonts w:ascii="Arial" w:hAnsi="Arial" w:cs="Arial"/>
          <w:lang w:val="es-MX"/>
        </w:rPr>
        <w:t xml:space="preserve"> de las Reglas de Operación del Programa, </w:t>
      </w:r>
      <w:r w:rsidRPr="00C9751E">
        <w:rPr>
          <w:rFonts w:ascii="Arial" w:hAnsi="Arial" w:cs="Arial"/>
          <w:lang w:val="es-MX"/>
        </w:rPr>
        <w:t xml:space="preserve">se anexan </w:t>
      </w:r>
      <w:r w:rsidR="00EA2C24" w:rsidRPr="00C9751E">
        <w:rPr>
          <w:rFonts w:ascii="Arial" w:hAnsi="Arial" w:cs="Arial"/>
          <w:lang w:val="es-MX"/>
        </w:rPr>
        <w:t xml:space="preserve">a la presente solicitud, </w:t>
      </w:r>
      <w:r w:rsidRPr="00C9751E">
        <w:rPr>
          <w:rFonts w:ascii="Arial" w:hAnsi="Arial" w:cs="Arial"/>
          <w:lang w:val="es-MX"/>
        </w:rPr>
        <w:t>los documentos siguientes</w:t>
      </w:r>
      <w:r w:rsidR="00D54484" w:rsidRPr="00C9751E">
        <w:rPr>
          <w:rFonts w:ascii="Arial" w:hAnsi="Arial" w:cs="Arial"/>
          <w:lang w:val="es-MX"/>
        </w:rPr>
        <w:t>:</w:t>
      </w:r>
      <w:r w:rsidRPr="00E24038">
        <w:rPr>
          <w:rFonts w:ascii="Arial" w:hAnsi="Arial" w:cs="Arial"/>
          <w:lang w:val="es-MX"/>
        </w:rPr>
        <w:t xml:space="preserve"> </w:t>
      </w:r>
    </w:p>
    <w:p w:rsidR="00E24038" w:rsidRPr="00E24038" w:rsidRDefault="00E24038" w:rsidP="00E24038">
      <w:pPr>
        <w:pStyle w:val="Sinespaciado"/>
        <w:tabs>
          <w:tab w:val="left" w:pos="1018"/>
        </w:tabs>
        <w:jc w:val="both"/>
        <w:rPr>
          <w:rFonts w:ascii="Arial" w:hAnsi="Arial" w:cs="Arial"/>
          <w:color w:val="000000"/>
          <w:lang w:val="es-MX" w:eastAsia="es-MX"/>
        </w:rPr>
      </w:pPr>
    </w:p>
    <w:p w:rsidR="009A7D06" w:rsidRPr="00556839" w:rsidRDefault="00F93B12" w:rsidP="0041438B">
      <w:pPr>
        <w:pStyle w:val="Sinespaciado"/>
        <w:numPr>
          <w:ilvl w:val="0"/>
          <w:numId w:val="30"/>
        </w:numPr>
        <w:tabs>
          <w:tab w:val="left" w:pos="1018"/>
        </w:tabs>
        <w:jc w:val="both"/>
        <w:rPr>
          <w:rFonts w:ascii="Arial" w:hAnsi="Arial" w:cs="Arial"/>
          <w:color w:val="000000"/>
          <w:lang w:val="es-MX" w:eastAsia="es-MX"/>
        </w:rPr>
      </w:pPr>
      <w:r w:rsidRPr="00556839">
        <w:rPr>
          <w:rFonts w:ascii="Arial" w:hAnsi="Arial" w:cs="Arial"/>
          <w:color w:val="000000"/>
          <w:lang w:val="es-MX" w:eastAsia="es-MX"/>
        </w:rPr>
        <w:t xml:space="preserve">Original de acta de asamblea de la integración del comité comunitario o del grupo solicitante; </w:t>
      </w:r>
      <w:r w:rsidRPr="00556839">
        <w:rPr>
          <w:rFonts w:ascii="Arial" w:hAnsi="Arial" w:cs="Arial"/>
          <w:lang w:val="es-MX"/>
        </w:rPr>
        <w:t xml:space="preserve">conforme al Anexo PAERS </w:t>
      </w:r>
      <w:r w:rsidR="00556839">
        <w:rPr>
          <w:rFonts w:ascii="Arial" w:hAnsi="Arial" w:cs="Arial"/>
          <w:lang w:val="es-MX"/>
        </w:rPr>
        <w:t>–</w:t>
      </w:r>
      <w:r w:rsidRPr="00556839">
        <w:rPr>
          <w:rFonts w:ascii="Arial" w:hAnsi="Arial" w:cs="Arial"/>
          <w:lang w:val="es-MX"/>
        </w:rPr>
        <w:t xml:space="preserve"> 002</w:t>
      </w:r>
      <w:r w:rsidR="00556839">
        <w:rPr>
          <w:rFonts w:ascii="Arial" w:hAnsi="Arial" w:cs="Arial"/>
          <w:lang w:val="es-MX"/>
        </w:rPr>
        <w:t>;</w:t>
      </w:r>
    </w:p>
    <w:p w:rsidR="009A7D06" w:rsidRPr="00556839" w:rsidRDefault="009A7D06" w:rsidP="0041438B">
      <w:pPr>
        <w:pStyle w:val="Sinespaciado"/>
        <w:numPr>
          <w:ilvl w:val="0"/>
          <w:numId w:val="30"/>
        </w:numPr>
        <w:tabs>
          <w:tab w:val="left" w:pos="1018"/>
        </w:tabs>
        <w:jc w:val="both"/>
        <w:rPr>
          <w:rFonts w:ascii="Arial" w:hAnsi="Arial" w:cs="Arial"/>
          <w:color w:val="000000"/>
          <w:lang w:val="es-MX" w:eastAsia="es-MX"/>
        </w:rPr>
      </w:pPr>
      <w:r w:rsidRPr="00556839">
        <w:rPr>
          <w:rFonts w:ascii="Arial" w:hAnsi="Arial" w:cs="Arial"/>
          <w:lang w:val="es-MX"/>
        </w:rPr>
        <w:t>C</w:t>
      </w:r>
      <w:r w:rsidR="0041438B" w:rsidRPr="00556839">
        <w:rPr>
          <w:rFonts w:ascii="Arial" w:hAnsi="Arial" w:cs="Arial"/>
          <w:color w:val="000000"/>
          <w:lang w:val="es-MX" w:eastAsia="es-MX"/>
        </w:rPr>
        <w:t xml:space="preserve">opia </w:t>
      </w:r>
      <w:r w:rsidR="00EA2C24">
        <w:rPr>
          <w:rFonts w:ascii="Arial" w:hAnsi="Arial" w:cs="Arial"/>
          <w:color w:val="000000"/>
          <w:lang w:val="es-MX" w:eastAsia="es-MX"/>
        </w:rPr>
        <w:t xml:space="preserve">fotostática </w:t>
      </w:r>
      <w:r w:rsidR="0041438B" w:rsidRPr="00556839">
        <w:rPr>
          <w:rFonts w:ascii="Arial" w:hAnsi="Arial" w:cs="Arial"/>
          <w:color w:val="000000"/>
          <w:lang w:val="es-MX" w:eastAsia="es-MX"/>
        </w:rPr>
        <w:t>de</w:t>
      </w:r>
      <w:r w:rsidR="00EA2C24">
        <w:rPr>
          <w:rFonts w:ascii="Arial" w:hAnsi="Arial" w:cs="Arial"/>
          <w:color w:val="000000"/>
          <w:lang w:val="es-MX" w:eastAsia="es-MX"/>
        </w:rPr>
        <w:t xml:space="preserve"> la</w:t>
      </w:r>
      <w:r w:rsidR="0041438B" w:rsidRPr="00556839">
        <w:rPr>
          <w:rFonts w:ascii="Arial" w:hAnsi="Arial" w:cs="Arial"/>
          <w:color w:val="000000"/>
          <w:lang w:val="es-MX" w:eastAsia="es-MX"/>
        </w:rPr>
        <w:t xml:space="preserve"> identificación oficial del o los solicitantes;</w:t>
      </w:r>
    </w:p>
    <w:p w:rsidR="009A7D06" w:rsidRPr="00556839" w:rsidRDefault="0041438B" w:rsidP="0041438B">
      <w:pPr>
        <w:pStyle w:val="Sinespaciado"/>
        <w:numPr>
          <w:ilvl w:val="0"/>
          <w:numId w:val="30"/>
        </w:numPr>
        <w:tabs>
          <w:tab w:val="left" w:pos="1018"/>
        </w:tabs>
        <w:jc w:val="both"/>
        <w:rPr>
          <w:rFonts w:ascii="Arial" w:hAnsi="Arial" w:cs="Arial"/>
          <w:color w:val="000000"/>
          <w:lang w:val="es-MX" w:eastAsia="es-MX"/>
        </w:rPr>
      </w:pPr>
      <w:r w:rsidRPr="00556839">
        <w:rPr>
          <w:rFonts w:ascii="Arial" w:hAnsi="Arial" w:cs="Arial"/>
          <w:color w:val="000000"/>
          <w:lang w:val="es-MX" w:eastAsia="es-MX"/>
        </w:rPr>
        <w:t xml:space="preserve">Copia </w:t>
      </w:r>
      <w:r w:rsidR="00EA2C24">
        <w:rPr>
          <w:rFonts w:ascii="Arial" w:hAnsi="Arial" w:cs="Arial"/>
          <w:color w:val="000000"/>
          <w:lang w:val="es-MX" w:eastAsia="es-MX"/>
        </w:rPr>
        <w:t xml:space="preserve">fotostática </w:t>
      </w:r>
      <w:r w:rsidRPr="00556839">
        <w:rPr>
          <w:rFonts w:ascii="Arial" w:hAnsi="Arial" w:cs="Arial"/>
          <w:color w:val="000000"/>
          <w:lang w:val="es-MX" w:eastAsia="es-MX"/>
        </w:rPr>
        <w:t>de la CURP del o los solicitantes;</w:t>
      </w:r>
    </w:p>
    <w:p w:rsidR="009A7D06" w:rsidRPr="00556839" w:rsidRDefault="0041438B" w:rsidP="0041438B">
      <w:pPr>
        <w:pStyle w:val="Sinespaciado"/>
        <w:numPr>
          <w:ilvl w:val="0"/>
          <w:numId w:val="30"/>
        </w:numPr>
        <w:tabs>
          <w:tab w:val="left" w:pos="1018"/>
        </w:tabs>
        <w:jc w:val="both"/>
        <w:rPr>
          <w:rFonts w:ascii="Arial" w:hAnsi="Arial" w:cs="Arial"/>
          <w:lang w:val="es-MX"/>
        </w:rPr>
      </w:pPr>
      <w:r w:rsidRPr="00556839">
        <w:rPr>
          <w:rFonts w:ascii="Arial" w:hAnsi="Arial" w:cs="Arial"/>
          <w:color w:val="000000"/>
          <w:lang w:val="es-MX" w:eastAsia="es-MX"/>
        </w:rPr>
        <w:t xml:space="preserve">Copia </w:t>
      </w:r>
      <w:r w:rsidR="00221C56">
        <w:rPr>
          <w:rFonts w:ascii="Arial" w:hAnsi="Arial" w:cs="Arial"/>
          <w:color w:val="000000"/>
          <w:lang w:val="es-MX" w:eastAsia="es-MX"/>
        </w:rPr>
        <w:t>fo</w:t>
      </w:r>
      <w:r w:rsidR="00EA2C24">
        <w:rPr>
          <w:rFonts w:ascii="Arial" w:hAnsi="Arial" w:cs="Arial"/>
          <w:color w:val="000000"/>
          <w:lang w:val="es-MX" w:eastAsia="es-MX"/>
        </w:rPr>
        <w:t xml:space="preserve">tostática </w:t>
      </w:r>
      <w:r w:rsidRPr="00556839">
        <w:rPr>
          <w:rFonts w:ascii="Arial" w:hAnsi="Arial" w:cs="Arial"/>
          <w:color w:val="000000"/>
          <w:lang w:val="es-MX" w:eastAsia="es-MX"/>
        </w:rPr>
        <w:t>del comprobante de domicilio del o los solicitantes; y</w:t>
      </w:r>
    </w:p>
    <w:p w:rsidR="009A7D06" w:rsidRPr="00556839" w:rsidRDefault="009A7D06" w:rsidP="0041438B">
      <w:pPr>
        <w:pStyle w:val="Sinespaciado"/>
        <w:numPr>
          <w:ilvl w:val="0"/>
          <w:numId w:val="30"/>
        </w:numPr>
        <w:tabs>
          <w:tab w:val="left" w:pos="1018"/>
        </w:tabs>
        <w:jc w:val="both"/>
        <w:rPr>
          <w:rFonts w:ascii="Arial" w:hAnsi="Arial" w:cs="Arial"/>
          <w:lang w:val="es-MX"/>
        </w:rPr>
      </w:pPr>
      <w:r w:rsidRPr="00556839">
        <w:rPr>
          <w:rFonts w:ascii="Arial" w:eastAsia="Calibri" w:hAnsi="Arial" w:cs="Arial"/>
          <w:lang w:val="es-MX"/>
        </w:rPr>
        <w:t xml:space="preserve">Escrito conforme al Anexo PAERS - 003, declarando bajo protesta decir verdad </w:t>
      </w:r>
      <w:r w:rsidR="00EA2C24">
        <w:rPr>
          <w:rFonts w:ascii="Arial" w:eastAsia="Calibri" w:hAnsi="Arial" w:cs="Arial"/>
          <w:lang w:val="es-MX"/>
        </w:rPr>
        <w:t xml:space="preserve">nuestro </w:t>
      </w:r>
      <w:r w:rsidRPr="00556839">
        <w:rPr>
          <w:rFonts w:ascii="Arial" w:eastAsia="Calibri" w:hAnsi="Arial" w:cs="Arial"/>
          <w:lang w:val="es-MX"/>
        </w:rPr>
        <w:t>estado de vulnerabilidad</w:t>
      </w:r>
      <w:r w:rsidR="00556839">
        <w:rPr>
          <w:rFonts w:ascii="Arial" w:eastAsia="Calibri" w:hAnsi="Arial" w:cs="Arial"/>
          <w:lang w:val="es-MX"/>
        </w:rPr>
        <w:t>.</w:t>
      </w:r>
    </w:p>
    <w:p w:rsidR="00E51D9B" w:rsidRDefault="00556839" w:rsidP="0041438B">
      <w:pPr>
        <w:spacing w:line="240" w:lineRule="auto"/>
        <w:jc w:val="both"/>
        <w:rPr>
          <w:rFonts w:ascii="Arial" w:hAnsi="Arial" w:cs="Arial"/>
        </w:rPr>
      </w:pPr>
      <w:r w:rsidRPr="00556839">
        <w:rPr>
          <w:rFonts w:ascii="Arial" w:hAnsi="Arial" w:cs="Arial"/>
        </w:rPr>
        <w:t xml:space="preserve">En caso de ser aprobada la presente solicitud, </w:t>
      </w:r>
      <w:r w:rsidR="0041438B" w:rsidRPr="00556839">
        <w:rPr>
          <w:rFonts w:ascii="Arial" w:hAnsi="Arial" w:cs="Arial"/>
        </w:rPr>
        <w:t xml:space="preserve">los </w:t>
      </w:r>
      <w:r w:rsidR="00E51D9B">
        <w:rPr>
          <w:rFonts w:ascii="Arial" w:hAnsi="Arial" w:cs="Arial"/>
        </w:rPr>
        <w:t xml:space="preserve">solicitantes </w:t>
      </w:r>
      <w:r w:rsidR="0041438B" w:rsidRPr="00556839">
        <w:rPr>
          <w:rFonts w:ascii="Arial" w:hAnsi="Arial" w:cs="Arial"/>
        </w:rPr>
        <w:t>cumplir</w:t>
      </w:r>
      <w:r w:rsidR="005B28CC" w:rsidRPr="00556839">
        <w:rPr>
          <w:rFonts w:ascii="Arial" w:hAnsi="Arial" w:cs="Arial"/>
        </w:rPr>
        <w:t>emos</w:t>
      </w:r>
      <w:r w:rsidR="0041438B" w:rsidRPr="00556839">
        <w:rPr>
          <w:rFonts w:ascii="Arial" w:hAnsi="Arial" w:cs="Arial"/>
        </w:rPr>
        <w:t xml:space="preserve"> con </w:t>
      </w:r>
      <w:r w:rsidR="00E51D9B">
        <w:rPr>
          <w:rFonts w:ascii="Arial" w:hAnsi="Arial" w:cs="Arial"/>
        </w:rPr>
        <w:t xml:space="preserve">lo establecido en </w:t>
      </w:r>
      <w:r w:rsidR="0041438B" w:rsidRPr="00556839">
        <w:rPr>
          <w:rFonts w:ascii="Arial" w:hAnsi="Arial" w:cs="Arial"/>
        </w:rPr>
        <w:t xml:space="preserve">las </w:t>
      </w:r>
      <w:r w:rsidR="00E51D9B">
        <w:rPr>
          <w:rFonts w:ascii="Arial" w:hAnsi="Arial" w:cs="Arial"/>
        </w:rPr>
        <w:t>R</w:t>
      </w:r>
      <w:r w:rsidR="0041438B" w:rsidRPr="00556839">
        <w:rPr>
          <w:rFonts w:ascii="Arial" w:hAnsi="Arial" w:cs="Arial"/>
        </w:rPr>
        <w:t xml:space="preserve">eglas de </w:t>
      </w:r>
      <w:r w:rsidR="00E51D9B">
        <w:rPr>
          <w:rFonts w:ascii="Arial" w:hAnsi="Arial" w:cs="Arial"/>
        </w:rPr>
        <w:t>O</w:t>
      </w:r>
      <w:r w:rsidR="0041438B" w:rsidRPr="00556839">
        <w:rPr>
          <w:rFonts w:ascii="Arial" w:hAnsi="Arial" w:cs="Arial"/>
        </w:rPr>
        <w:t xml:space="preserve">peración del Programa, y demás </w:t>
      </w:r>
      <w:r w:rsidR="00E51D9B">
        <w:rPr>
          <w:rFonts w:ascii="Arial" w:hAnsi="Arial" w:cs="Arial"/>
        </w:rPr>
        <w:t xml:space="preserve">normativa </w:t>
      </w:r>
      <w:r w:rsidR="0041438B" w:rsidRPr="00556839">
        <w:rPr>
          <w:rFonts w:ascii="Arial" w:hAnsi="Arial" w:cs="Arial"/>
        </w:rPr>
        <w:t>aplicable</w:t>
      </w:r>
      <w:r w:rsidR="00E51D9B">
        <w:rPr>
          <w:rFonts w:ascii="Arial" w:hAnsi="Arial" w:cs="Arial"/>
        </w:rPr>
        <w:t>.</w:t>
      </w:r>
    </w:p>
    <w:p w:rsidR="0041438B" w:rsidRPr="00556839" w:rsidRDefault="00F93B12" w:rsidP="0041438B">
      <w:pPr>
        <w:spacing w:line="240" w:lineRule="auto"/>
        <w:jc w:val="both"/>
        <w:rPr>
          <w:rFonts w:ascii="Arial" w:hAnsi="Arial" w:cs="Arial"/>
        </w:rPr>
      </w:pPr>
      <w:r w:rsidRPr="00556839">
        <w:rPr>
          <w:rFonts w:ascii="Arial" w:hAnsi="Arial" w:cs="Arial"/>
        </w:rPr>
        <w:t xml:space="preserve"> </w:t>
      </w:r>
      <w:r w:rsidR="00E51D9B">
        <w:rPr>
          <w:rFonts w:ascii="Arial" w:hAnsi="Arial" w:cs="Arial"/>
        </w:rPr>
        <w:t>M</w:t>
      </w:r>
      <w:r w:rsidR="0041438B" w:rsidRPr="00556839">
        <w:rPr>
          <w:rFonts w:ascii="Arial" w:hAnsi="Arial" w:cs="Arial"/>
        </w:rPr>
        <w:t>anifestamos bajo protesta de decir verdad, que la documentación</w:t>
      </w:r>
      <w:r w:rsidR="00E51D9B">
        <w:rPr>
          <w:rFonts w:ascii="Arial" w:hAnsi="Arial" w:cs="Arial"/>
        </w:rPr>
        <w:t xml:space="preserve"> anexa</w:t>
      </w:r>
      <w:r w:rsidR="0041438B" w:rsidRPr="00556839">
        <w:rPr>
          <w:rFonts w:ascii="Arial" w:hAnsi="Arial" w:cs="Arial"/>
        </w:rPr>
        <w:t>, así como la información proporcionada son fidedign</w:t>
      </w:r>
      <w:r w:rsidR="007D3200">
        <w:rPr>
          <w:rFonts w:ascii="Arial" w:hAnsi="Arial" w:cs="Arial"/>
        </w:rPr>
        <w:t>a</w:t>
      </w:r>
      <w:r w:rsidR="0003047C">
        <w:rPr>
          <w:rFonts w:ascii="Arial" w:hAnsi="Arial" w:cs="Arial"/>
        </w:rPr>
        <w:t>s</w:t>
      </w:r>
      <w:r w:rsidR="0041438B" w:rsidRPr="00556839">
        <w:rPr>
          <w:rFonts w:ascii="Arial" w:hAnsi="Arial" w:cs="Arial"/>
        </w:rPr>
        <w:t xml:space="preserve"> y comprobables. </w:t>
      </w:r>
    </w:p>
    <w:p w:rsidR="0041438B" w:rsidRPr="00556839" w:rsidRDefault="0041438B" w:rsidP="0041438B">
      <w:pPr>
        <w:spacing w:line="240" w:lineRule="auto"/>
        <w:jc w:val="center"/>
        <w:rPr>
          <w:rFonts w:ascii="Arial" w:hAnsi="Arial" w:cs="Arial"/>
          <w:b/>
        </w:rPr>
      </w:pPr>
      <w:r w:rsidRPr="00556839">
        <w:rPr>
          <w:rFonts w:ascii="Arial" w:hAnsi="Arial" w:cs="Arial"/>
          <w:b/>
        </w:rPr>
        <w:t>ATENTAMENTE</w:t>
      </w:r>
    </w:p>
    <w:p w:rsidR="00556839" w:rsidRPr="00556839" w:rsidRDefault="00556839" w:rsidP="0041438B">
      <w:pPr>
        <w:widowControl w:val="0"/>
        <w:spacing w:line="240" w:lineRule="auto"/>
        <w:jc w:val="center"/>
        <w:rPr>
          <w:rFonts w:ascii="Arial" w:hAnsi="Arial" w:cs="Arial"/>
          <w:b/>
        </w:rPr>
      </w:pPr>
    </w:p>
    <w:p w:rsidR="0041438B" w:rsidRPr="00556839" w:rsidRDefault="0041438B" w:rsidP="0041438B">
      <w:pPr>
        <w:widowControl w:val="0"/>
        <w:spacing w:line="240" w:lineRule="auto"/>
        <w:jc w:val="center"/>
        <w:rPr>
          <w:rFonts w:ascii="Arial" w:hAnsi="Arial" w:cs="Arial"/>
          <w:b/>
        </w:rPr>
      </w:pPr>
      <w:r w:rsidRPr="00556839">
        <w:rPr>
          <w:rFonts w:ascii="Arial" w:hAnsi="Arial" w:cs="Arial"/>
          <w:b/>
        </w:rPr>
        <w:t>LOS INTEGRANTES DEL GRUPO PETICIONARIO</w:t>
      </w:r>
    </w:p>
    <w:p w:rsidR="0041438B" w:rsidRPr="00556839" w:rsidRDefault="0041438B" w:rsidP="00556839">
      <w:pPr>
        <w:widowControl w:val="0"/>
        <w:spacing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13858" w:type="dxa"/>
        <w:tblLook w:val="04A0" w:firstRow="1" w:lastRow="0" w:firstColumn="1" w:lastColumn="0" w:noHBand="0" w:noVBand="1"/>
      </w:tblPr>
      <w:tblGrid>
        <w:gridCol w:w="5812"/>
        <w:gridCol w:w="2682"/>
        <w:gridCol w:w="2682"/>
        <w:gridCol w:w="2682"/>
      </w:tblGrid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widowControl w:val="0"/>
              <w:jc w:val="center"/>
              <w:rPr>
                <w:rFonts w:ascii="Arial" w:hAnsi="Arial" w:cs="Arial"/>
              </w:rPr>
            </w:pPr>
            <w:r w:rsidRPr="009A480F">
              <w:rPr>
                <w:rFonts w:ascii="Arial" w:hAnsi="Arial" w:cs="Arial"/>
              </w:rPr>
              <w:t>NOMBRE</w:t>
            </w:r>
          </w:p>
        </w:tc>
        <w:tc>
          <w:tcPr>
            <w:tcW w:w="2682" w:type="dxa"/>
          </w:tcPr>
          <w:p w:rsidR="0041438B" w:rsidRPr="009A480F" w:rsidRDefault="0041438B" w:rsidP="00520186">
            <w:pPr>
              <w:widowControl w:val="0"/>
              <w:jc w:val="center"/>
              <w:rPr>
                <w:rFonts w:ascii="Arial" w:hAnsi="Arial" w:cs="Arial"/>
              </w:rPr>
            </w:pPr>
            <w:r w:rsidRPr="009A480F">
              <w:rPr>
                <w:rFonts w:ascii="Arial" w:hAnsi="Arial" w:cs="Arial"/>
              </w:rPr>
              <w:t>FIRMA</w:t>
            </w: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widowControl w:val="0"/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widowControl w:val="0"/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widowControl w:val="0"/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41438B" w:rsidRPr="009A480F" w:rsidRDefault="0041438B" w:rsidP="00520186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c>
          <w:tcPr>
            <w:tcW w:w="581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</w:trPr>
        <w:tc>
          <w:tcPr>
            <w:tcW w:w="581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103BDD">
            <w:pPr>
              <w:jc w:val="both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gridAfter w:val="2"/>
          <w:wAfter w:w="5364" w:type="dxa"/>
          <w:trHeight w:val="446"/>
        </w:trPr>
        <w:tc>
          <w:tcPr>
            <w:tcW w:w="581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:rsidR="00882C52" w:rsidRPr="009A480F" w:rsidRDefault="00882C52" w:rsidP="00882C52">
            <w:pPr>
              <w:jc w:val="both"/>
              <w:rPr>
                <w:rFonts w:ascii="Arial" w:hAnsi="Arial" w:cs="Arial"/>
              </w:rPr>
            </w:pPr>
          </w:p>
        </w:tc>
      </w:tr>
    </w:tbl>
    <w:p w:rsidR="0041438B" w:rsidRPr="009A480F" w:rsidRDefault="0041438B" w:rsidP="0041438B">
      <w:pPr>
        <w:jc w:val="both"/>
        <w:rPr>
          <w:rFonts w:ascii="Arial" w:hAnsi="Arial" w:cs="Arial"/>
        </w:rPr>
      </w:pPr>
    </w:p>
    <w:p w:rsidR="00556839" w:rsidRPr="00F57419" w:rsidRDefault="00556839" w:rsidP="00556839">
      <w:pPr>
        <w:pStyle w:val="Style21"/>
        <w:widowControl/>
        <w:spacing w:before="139"/>
        <w:jc w:val="center"/>
        <w:rPr>
          <w:rFonts w:ascii="Arial" w:hAnsi="Arial" w:cs="Arial"/>
          <w:b/>
          <w:sz w:val="22"/>
          <w:szCs w:val="22"/>
        </w:rPr>
      </w:pPr>
      <w:r w:rsidRPr="005172CB">
        <w:rPr>
          <w:rFonts w:ascii="Arial" w:hAnsi="Arial" w:cs="Arial"/>
          <w:b/>
          <w:sz w:val="22"/>
          <w:szCs w:val="22"/>
        </w:rPr>
        <w:lastRenderedPageBreak/>
        <w:t>Programa de “Apoyo al Empleo con Responsabilidad Social”</w:t>
      </w:r>
    </w:p>
    <w:p w:rsidR="00556839" w:rsidRPr="001D57B9" w:rsidRDefault="00556839" w:rsidP="00556839">
      <w:pPr>
        <w:pStyle w:val="Style21"/>
        <w:widowControl/>
        <w:spacing w:before="139"/>
        <w:jc w:val="center"/>
        <w:rPr>
          <w:rFonts w:ascii="Arial" w:hAnsi="Arial" w:cs="Arial"/>
          <w:b/>
          <w:sz w:val="22"/>
          <w:szCs w:val="22"/>
        </w:rPr>
      </w:pPr>
      <w:r w:rsidRPr="00F57419">
        <w:rPr>
          <w:rFonts w:ascii="Arial" w:hAnsi="Arial" w:cs="Arial"/>
          <w:b/>
          <w:sz w:val="22"/>
          <w:szCs w:val="22"/>
        </w:rPr>
        <w:t>Regla de Operación</w:t>
      </w:r>
    </w:p>
    <w:p w:rsidR="0041438B" w:rsidRPr="00190BA4" w:rsidRDefault="0041438B" w:rsidP="00556839">
      <w:pPr>
        <w:pStyle w:val="Style21"/>
        <w:widowControl/>
        <w:spacing w:before="139"/>
        <w:jc w:val="center"/>
        <w:rPr>
          <w:rStyle w:val="FontStyle33"/>
          <w:rFonts w:ascii="Arial" w:hAnsi="Arial" w:cs="Arial"/>
          <w:b w:val="0"/>
          <w:i w:val="0"/>
          <w:sz w:val="22"/>
          <w:szCs w:val="22"/>
          <w:lang w:val="es-ES_tradnl" w:eastAsia="es-ES_tradnl"/>
        </w:rPr>
      </w:pPr>
      <w:r w:rsidRPr="00716FB6">
        <w:rPr>
          <w:rStyle w:val="FontStyle33"/>
          <w:rFonts w:ascii="Arial" w:hAnsi="Arial" w:cs="Arial"/>
          <w:i w:val="0"/>
          <w:sz w:val="22"/>
          <w:szCs w:val="22"/>
          <w:lang w:val="es-ES_tradnl" w:eastAsia="es-ES_tradnl"/>
        </w:rPr>
        <w:t xml:space="preserve">ANEXO </w:t>
      </w:r>
      <w:r w:rsidR="00693301" w:rsidRPr="001D57B9">
        <w:rPr>
          <w:rStyle w:val="FontStyle33"/>
          <w:rFonts w:ascii="Arial" w:hAnsi="Arial" w:cs="Arial"/>
          <w:i w:val="0"/>
          <w:sz w:val="22"/>
          <w:szCs w:val="22"/>
          <w:lang w:val="es-ES_tradnl" w:eastAsia="es-ES_tradnl"/>
        </w:rPr>
        <w:t>PAERS-00</w:t>
      </w:r>
      <w:r w:rsidRPr="001D57B9">
        <w:rPr>
          <w:rStyle w:val="FontStyle33"/>
          <w:rFonts w:ascii="Arial" w:hAnsi="Arial" w:cs="Arial"/>
          <w:i w:val="0"/>
          <w:sz w:val="22"/>
          <w:szCs w:val="22"/>
          <w:lang w:val="es-ES_tradnl" w:eastAsia="es-ES_tradnl"/>
        </w:rPr>
        <w:t>2</w:t>
      </w:r>
      <w:r w:rsidRPr="001D57B9">
        <w:rPr>
          <w:rStyle w:val="FontStyle33"/>
          <w:rFonts w:ascii="Arial" w:hAnsi="Arial" w:cs="Arial"/>
          <w:b w:val="0"/>
          <w:i w:val="0"/>
          <w:sz w:val="22"/>
          <w:szCs w:val="22"/>
          <w:lang w:val="es-ES_tradnl" w:eastAsia="es-ES_tradnl"/>
        </w:rPr>
        <w:t xml:space="preserve"> </w:t>
      </w:r>
      <w:r w:rsidR="00190BA4" w:rsidRPr="00F57419">
        <w:rPr>
          <w:rStyle w:val="FontStyle33"/>
          <w:rFonts w:ascii="Arial" w:hAnsi="Arial" w:cs="Arial"/>
          <w:b w:val="0"/>
          <w:i w:val="0"/>
          <w:sz w:val="22"/>
          <w:szCs w:val="22"/>
          <w:lang w:val="es-ES_tradnl" w:eastAsia="es-ES_tradnl"/>
        </w:rPr>
        <w:t>A</w:t>
      </w:r>
      <w:r w:rsidR="004F4A2F" w:rsidRPr="00F57419">
        <w:rPr>
          <w:rStyle w:val="FontStyle33"/>
          <w:rFonts w:ascii="Arial" w:hAnsi="Arial" w:cs="Arial"/>
          <w:b w:val="0"/>
          <w:i w:val="0"/>
          <w:sz w:val="22"/>
          <w:szCs w:val="22"/>
          <w:lang w:val="es-ES_tradnl" w:eastAsia="es-ES_tradnl"/>
        </w:rPr>
        <w:t xml:space="preserve">cta de </w:t>
      </w:r>
      <w:r w:rsidR="00F57419">
        <w:rPr>
          <w:rStyle w:val="FontStyle33"/>
          <w:rFonts w:ascii="Arial" w:hAnsi="Arial" w:cs="Arial"/>
          <w:b w:val="0"/>
          <w:i w:val="0"/>
          <w:sz w:val="22"/>
          <w:szCs w:val="22"/>
          <w:lang w:val="es-ES_tradnl" w:eastAsia="es-ES_tradnl"/>
        </w:rPr>
        <w:t>A</w:t>
      </w:r>
      <w:r w:rsidR="004F4A2F" w:rsidRPr="00190BA4">
        <w:rPr>
          <w:rStyle w:val="FontStyle33"/>
          <w:rFonts w:ascii="Arial" w:hAnsi="Arial" w:cs="Arial"/>
          <w:b w:val="0"/>
          <w:i w:val="0"/>
          <w:sz w:val="22"/>
          <w:szCs w:val="22"/>
          <w:lang w:val="es-ES_tradnl" w:eastAsia="es-ES_tradnl"/>
        </w:rPr>
        <w:t>samblea</w:t>
      </w:r>
    </w:p>
    <w:p w:rsidR="0041438B" w:rsidRPr="0003047C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_tradn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 xml:space="preserve">ACTA DE LA ASAMBLEA EN LA QUE LA COMUNIDAD Y/O GRUPO SOCIAL, ACEPTA PARTICIPAR EN EL PROGRAMA, </w:t>
      </w:r>
      <w:r w:rsidR="005B28CC">
        <w:rPr>
          <w:rFonts w:ascii="Arial" w:hAnsi="Arial" w:cs="Arial"/>
        </w:rPr>
        <w:t xml:space="preserve">DE </w:t>
      </w:r>
      <w:r w:rsidRPr="009A480F">
        <w:rPr>
          <w:rFonts w:ascii="Arial" w:hAnsi="Arial" w:cs="Arial"/>
        </w:rPr>
        <w:t>LA SECRETAR</w:t>
      </w:r>
      <w:r w:rsidR="00A64377">
        <w:rPr>
          <w:rFonts w:ascii="Arial" w:hAnsi="Arial" w:cs="Arial"/>
        </w:rPr>
        <w:t>Í</w:t>
      </w:r>
      <w:r w:rsidRPr="009A480F">
        <w:rPr>
          <w:rFonts w:ascii="Arial" w:hAnsi="Arial" w:cs="Arial"/>
        </w:rPr>
        <w:t>A</w:t>
      </w:r>
      <w:r w:rsidR="005B28CC">
        <w:rPr>
          <w:rFonts w:ascii="Arial" w:hAnsi="Arial" w:cs="Arial"/>
        </w:rPr>
        <w:t>,</w:t>
      </w:r>
      <w:r w:rsidR="009A7D06">
        <w:rPr>
          <w:rFonts w:ascii="Arial" w:hAnsi="Arial" w:cs="Arial"/>
        </w:rPr>
        <w:t xml:space="preserve"> Y</w:t>
      </w:r>
      <w:r w:rsidRPr="009A480F">
        <w:rPr>
          <w:rFonts w:ascii="Arial" w:hAnsi="Arial" w:cs="Arial"/>
        </w:rPr>
        <w:t xml:space="preserve"> SE CONSTITUYE LA INTEGRACIÓN Y/O EN SU CASO LA RATIFICACIÓN DEL COMITÉ DE PARTICIPACIÓN SOCIAL</w:t>
      </w:r>
      <w:r w:rsidR="00190BA4">
        <w:rPr>
          <w:rFonts w:ascii="Arial" w:hAnsi="Arial" w:cs="Arial"/>
        </w:rPr>
        <w:t>,</w:t>
      </w:r>
      <w:r w:rsidRPr="009A480F">
        <w:rPr>
          <w:rFonts w:ascii="Arial" w:hAnsi="Arial" w:cs="Arial"/>
        </w:rPr>
        <w:t xml:space="preserve"> INTEGRADO POR EL GRUPO SOLICITANTE, Y LA CONTRALORÍA SOCIAL DE LA OBRA O ACCIÓN DE LA LOCALIDAD DE:________________________________DEL MUNICIPIO DE _______________________DEL ESTADO DE GUANAJUATO.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En la comunidad y/o colonia _____________________ Municipio de _______________, siendo las ______ horas, del día ________ del mes de __________ del 201</w:t>
      </w:r>
      <w:r w:rsidR="00B94596">
        <w:rPr>
          <w:rFonts w:ascii="Arial" w:hAnsi="Arial" w:cs="Arial"/>
        </w:rPr>
        <w:t>7</w:t>
      </w:r>
      <w:r w:rsidRPr="009A480F">
        <w:rPr>
          <w:rFonts w:ascii="Arial" w:hAnsi="Arial" w:cs="Arial"/>
        </w:rPr>
        <w:t>, se reunieron en asamblea general las siguientes personas: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CC.__________________________________________________________________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habitantes de la localidad y/o colonia y el C. _________________________________________ representante de la Secretar</w:t>
      </w:r>
      <w:r w:rsidR="00556839">
        <w:rPr>
          <w:rFonts w:ascii="Arial" w:hAnsi="Arial" w:cs="Arial"/>
        </w:rPr>
        <w:t>í</w:t>
      </w:r>
      <w:r w:rsidRPr="009A480F">
        <w:rPr>
          <w:rFonts w:ascii="Arial" w:hAnsi="Arial" w:cs="Arial"/>
        </w:rPr>
        <w:t>a, así como personal de la presidencia municipal los CC._______________________________________________________________; con el propósito de definir la participación de la comunidad o el grupo social en el Programa</w:t>
      </w:r>
      <w:r w:rsidR="00190BA4">
        <w:rPr>
          <w:rFonts w:ascii="Arial" w:hAnsi="Arial" w:cs="Arial"/>
        </w:rPr>
        <w:t>,</w:t>
      </w:r>
      <w:r w:rsidR="00726B08">
        <w:rPr>
          <w:rFonts w:ascii="Arial" w:hAnsi="Arial" w:cs="Arial"/>
        </w:rPr>
        <w:t xml:space="preserve"> </w:t>
      </w:r>
      <w:r w:rsidRPr="009A480F">
        <w:rPr>
          <w:rFonts w:ascii="Arial" w:hAnsi="Arial" w:cs="Arial"/>
        </w:rPr>
        <w:t>para la realización de trabajos temporales, en las siguientes acciones sociales: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6A4044">
      <w:pPr>
        <w:pStyle w:val="Prrafodelist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41438B" w:rsidRPr="009A480F" w:rsidRDefault="0041438B" w:rsidP="006A4044">
      <w:pPr>
        <w:pStyle w:val="Prrafodelist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41438B" w:rsidRPr="009A480F" w:rsidRDefault="0041438B" w:rsidP="006A4044">
      <w:pPr>
        <w:pStyle w:val="Prrafodelist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41438B" w:rsidRDefault="0041438B" w:rsidP="006A4044">
      <w:pPr>
        <w:pStyle w:val="Prrafodelist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7D06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9A7D06" w:rsidRPr="009A7D06" w:rsidRDefault="009A7D06" w:rsidP="006A4044">
      <w:pPr>
        <w:pStyle w:val="Prrafodelista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 xml:space="preserve">Agradeciendo la asistencia a la presente, el C. ________________________________________, presentó a las personas y autoridades, dando a conocer sus cargos y funciones. 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Acto seguido, sometió a consideración de los presentes el siguiente: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Orden del Día</w:t>
      </w:r>
    </w:p>
    <w:p w:rsidR="0041438B" w:rsidRPr="009A480F" w:rsidRDefault="0041438B" w:rsidP="006A404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Aprobación del orden del día</w:t>
      </w:r>
      <w:r w:rsidR="00556839">
        <w:rPr>
          <w:rFonts w:ascii="Arial" w:hAnsi="Arial" w:cs="Arial"/>
          <w:sz w:val="22"/>
          <w:szCs w:val="22"/>
        </w:rPr>
        <w:t>.</w:t>
      </w:r>
    </w:p>
    <w:p w:rsidR="0041438B" w:rsidRPr="009A480F" w:rsidRDefault="0041438B" w:rsidP="006A404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Registro de asistencia</w:t>
      </w:r>
      <w:r w:rsidR="00556839">
        <w:rPr>
          <w:rFonts w:ascii="Arial" w:hAnsi="Arial" w:cs="Arial"/>
          <w:sz w:val="22"/>
          <w:szCs w:val="22"/>
        </w:rPr>
        <w:t>.</w:t>
      </w:r>
    </w:p>
    <w:p w:rsidR="0041438B" w:rsidRPr="009A480F" w:rsidRDefault="0041438B" w:rsidP="006A404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Explicación del motivo de la Asamblea.</w:t>
      </w:r>
    </w:p>
    <w:p w:rsidR="0041438B" w:rsidRPr="009A480F" w:rsidRDefault="0041438B" w:rsidP="006A404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Intervención del representante de la Secretar</w:t>
      </w:r>
      <w:r w:rsidR="00556839">
        <w:rPr>
          <w:rFonts w:ascii="Arial" w:hAnsi="Arial" w:cs="Arial"/>
          <w:sz w:val="22"/>
          <w:szCs w:val="22"/>
        </w:rPr>
        <w:t>í</w:t>
      </w:r>
      <w:r w:rsidRPr="009A480F">
        <w:rPr>
          <w:rFonts w:ascii="Arial" w:hAnsi="Arial" w:cs="Arial"/>
          <w:sz w:val="22"/>
          <w:szCs w:val="22"/>
        </w:rPr>
        <w:t>a</w:t>
      </w:r>
      <w:r w:rsidR="00190BA4">
        <w:rPr>
          <w:rFonts w:ascii="Arial" w:hAnsi="Arial" w:cs="Arial"/>
          <w:sz w:val="22"/>
          <w:szCs w:val="22"/>
        </w:rPr>
        <w:t>.</w:t>
      </w:r>
      <w:r w:rsidRPr="009A480F">
        <w:rPr>
          <w:rFonts w:ascii="Arial" w:hAnsi="Arial" w:cs="Arial"/>
          <w:sz w:val="22"/>
          <w:szCs w:val="22"/>
        </w:rPr>
        <w:t xml:space="preserve"> </w:t>
      </w:r>
    </w:p>
    <w:p w:rsidR="0041438B" w:rsidRPr="009A480F" w:rsidRDefault="0041438B" w:rsidP="006A404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Propuesta de aceptación de participar en el Programa.</w:t>
      </w:r>
    </w:p>
    <w:p w:rsidR="0041438B" w:rsidRPr="009A480F" w:rsidRDefault="0041438B" w:rsidP="006A404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 xml:space="preserve">Integración y/o en su caso la ratificación del </w:t>
      </w:r>
      <w:r w:rsidR="00190BA4">
        <w:rPr>
          <w:rFonts w:ascii="Arial" w:hAnsi="Arial" w:cs="Arial"/>
          <w:sz w:val="22"/>
          <w:szCs w:val="22"/>
        </w:rPr>
        <w:t>C</w:t>
      </w:r>
      <w:r w:rsidR="00190BA4" w:rsidRPr="009A480F">
        <w:rPr>
          <w:rFonts w:ascii="Arial" w:hAnsi="Arial" w:cs="Arial"/>
          <w:sz w:val="22"/>
          <w:szCs w:val="22"/>
        </w:rPr>
        <w:t>omité</w:t>
      </w:r>
      <w:r w:rsidR="00190BA4">
        <w:rPr>
          <w:rFonts w:ascii="Arial" w:hAnsi="Arial" w:cs="Arial"/>
          <w:sz w:val="22"/>
          <w:szCs w:val="22"/>
        </w:rPr>
        <w:t xml:space="preserve">, conformado </w:t>
      </w:r>
      <w:r w:rsidR="00190BA4" w:rsidRPr="009A480F">
        <w:rPr>
          <w:rFonts w:ascii="Arial" w:hAnsi="Arial" w:cs="Arial"/>
          <w:sz w:val="22"/>
          <w:szCs w:val="22"/>
        </w:rPr>
        <w:t xml:space="preserve"> </w:t>
      </w:r>
      <w:r w:rsidR="00726B08">
        <w:rPr>
          <w:rFonts w:ascii="Arial" w:hAnsi="Arial" w:cs="Arial"/>
          <w:sz w:val="22"/>
          <w:szCs w:val="22"/>
        </w:rPr>
        <w:t>p</w:t>
      </w:r>
      <w:r w:rsidR="00190BA4">
        <w:rPr>
          <w:rFonts w:ascii="Arial" w:hAnsi="Arial" w:cs="Arial"/>
          <w:sz w:val="22"/>
          <w:szCs w:val="22"/>
        </w:rPr>
        <w:t>o</w:t>
      </w:r>
      <w:r w:rsidR="00726B08">
        <w:rPr>
          <w:rFonts w:ascii="Arial" w:hAnsi="Arial" w:cs="Arial"/>
          <w:sz w:val="22"/>
          <w:szCs w:val="22"/>
        </w:rPr>
        <w:t>r</w:t>
      </w:r>
      <w:r w:rsidR="00190BA4">
        <w:rPr>
          <w:rFonts w:ascii="Arial" w:hAnsi="Arial" w:cs="Arial"/>
          <w:sz w:val="22"/>
          <w:szCs w:val="22"/>
        </w:rPr>
        <w:t xml:space="preserve"> integrantes d</w:t>
      </w:r>
      <w:r w:rsidRPr="009A480F">
        <w:rPr>
          <w:rFonts w:ascii="Arial" w:hAnsi="Arial" w:cs="Arial"/>
          <w:sz w:val="22"/>
          <w:szCs w:val="22"/>
        </w:rPr>
        <w:t>el grupo solicitante.</w:t>
      </w:r>
    </w:p>
    <w:p w:rsidR="0041438B" w:rsidRPr="009A480F" w:rsidRDefault="0041438B" w:rsidP="006A404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Conformación de la Contraloría Social.</w:t>
      </w:r>
    </w:p>
    <w:p w:rsidR="0041438B" w:rsidRPr="009A480F" w:rsidRDefault="0041438B" w:rsidP="006A404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Conformación del órgano de control y vigilancia de las acciones.</w:t>
      </w:r>
    </w:p>
    <w:p w:rsidR="0041438B" w:rsidRPr="009A480F" w:rsidRDefault="0041438B" w:rsidP="006A4044">
      <w:pPr>
        <w:pStyle w:val="Prrafodelista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Asunto generales.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Desarrollo de la reunión.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6A4044">
      <w:pPr>
        <w:pStyle w:val="Prrafodelist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Aprobación del Orden del Día.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 xml:space="preserve">Al no haber observación de los asistentes acerca del orden del día, se </w:t>
      </w:r>
      <w:proofErr w:type="spellStart"/>
      <w:r w:rsidRPr="009A480F">
        <w:rPr>
          <w:rFonts w:ascii="Arial" w:hAnsi="Arial" w:cs="Arial"/>
        </w:rPr>
        <w:t>dió</w:t>
      </w:r>
      <w:proofErr w:type="spellEnd"/>
      <w:r w:rsidRPr="009A480F">
        <w:rPr>
          <w:rFonts w:ascii="Arial" w:hAnsi="Arial" w:cs="Arial"/>
        </w:rPr>
        <w:t xml:space="preserve"> </w:t>
      </w:r>
      <w:r w:rsidR="00253CDE">
        <w:rPr>
          <w:rFonts w:ascii="Arial" w:hAnsi="Arial" w:cs="Arial"/>
        </w:rPr>
        <w:t xml:space="preserve">por </w:t>
      </w:r>
      <w:r w:rsidRPr="009A480F">
        <w:rPr>
          <w:rFonts w:ascii="Arial" w:hAnsi="Arial" w:cs="Arial"/>
        </w:rPr>
        <w:t>aprobada.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6A4044">
      <w:pPr>
        <w:pStyle w:val="Prrafodelist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lastRenderedPageBreak/>
        <w:t>Registro de asistencia.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 xml:space="preserve">Se solicitó a los presentes </w:t>
      </w:r>
      <w:r w:rsidR="00B5583D">
        <w:rPr>
          <w:rFonts w:ascii="Arial" w:hAnsi="Arial" w:cs="Arial"/>
        </w:rPr>
        <w:t xml:space="preserve">el </w:t>
      </w:r>
      <w:r w:rsidRPr="009A480F">
        <w:rPr>
          <w:rFonts w:ascii="Arial" w:hAnsi="Arial" w:cs="Arial"/>
        </w:rPr>
        <w:t>registr</w:t>
      </w:r>
      <w:r w:rsidR="00B5583D">
        <w:rPr>
          <w:rFonts w:ascii="Arial" w:hAnsi="Arial" w:cs="Arial"/>
        </w:rPr>
        <w:t xml:space="preserve">o de </w:t>
      </w:r>
      <w:r w:rsidRPr="009A480F">
        <w:rPr>
          <w:rFonts w:ascii="Arial" w:hAnsi="Arial" w:cs="Arial"/>
        </w:rPr>
        <w:t>su asistencia en la lista anexa a este documento.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6A4044">
      <w:pPr>
        <w:pStyle w:val="Prrafodelist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Explicación del motivo de la Asamblea.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Motivo de la Asamblea es la de efectuar la promoción de la participación comunitaria en el Programa</w:t>
      </w:r>
      <w:r w:rsidR="00253CDE">
        <w:rPr>
          <w:rFonts w:ascii="Arial" w:hAnsi="Arial" w:cs="Arial"/>
        </w:rPr>
        <w:t>,</w:t>
      </w:r>
      <w:r w:rsidRPr="009A480F">
        <w:rPr>
          <w:rFonts w:ascii="Arial" w:hAnsi="Arial" w:cs="Arial"/>
        </w:rPr>
        <w:t xml:space="preserve"> para la realización de los trabajos temporales.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6A4044">
      <w:pPr>
        <w:pStyle w:val="Prrafodelist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Intervención del representante de la Secretar</w:t>
      </w:r>
      <w:r w:rsidR="00556839">
        <w:rPr>
          <w:rFonts w:ascii="Arial" w:hAnsi="Arial" w:cs="Arial"/>
          <w:sz w:val="22"/>
          <w:szCs w:val="22"/>
        </w:rPr>
        <w:t>í</w:t>
      </w:r>
      <w:r w:rsidRPr="009A480F">
        <w:rPr>
          <w:rFonts w:ascii="Arial" w:hAnsi="Arial" w:cs="Arial"/>
          <w:sz w:val="22"/>
          <w:szCs w:val="22"/>
        </w:rPr>
        <w:t>a</w:t>
      </w:r>
      <w:r w:rsidR="00DD0C14">
        <w:rPr>
          <w:rFonts w:ascii="Arial" w:hAnsi="Arial" w:cs="Arial"/>
          <w:sz w:val="22"/>
          <w:szCs w:val="22"/>
        </w:rPr>
        <w:t>.</w:t>
      </w:r>
      <w:r w:rsidRPr="009A480F">
        <w:rPr>
          <w:rFonts w:ascii="Arial" w:hAnsi="Arial" w:cs="Arial"/>
          <w:sz w:val="22"/>
          <w:szCs w:val="22"/>
        </w:rPr>
        <w:t xml:space="preserve"> 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 xml:space="preserve">El representante de la </w:t>
      </w:r>
      <w:r w:rsidR="00DD0C14">
        <w:rPr>
          <w:rFonts w:ascii="Arial" w:hAnsi="Arial" w:cs="Arial"/>
        </w:rPr>
        <w:t xml:space="preserve">Secretaría </w:t>
      </w:r>
      <w:r w:rsidRPr="009A480F">
        <w:rPr>
          <w:rFonts w:ascii="Arial" w:hAnsi="Arial" w:cs="Arial"/>
        </w:rPr>
        <w:t xml:space="preserve">dio a conocer el Programa a los asistentes e informó de sus objetivos, beneficios, apoyos, requisitos de participación, responsabilidades y obligaciones, así como su operación, en base a lo </w:t>
      </w:r>
      <w:r w:rsidR="00DD0C14">
        <w:rPr>
          <w:rFonts w:ascii="Arial" w:hAnsi="Arial" w:cs="Arial"/>
        </w:rPr>
        <w:t xml:space="preserve">establecido en </w:t>
      </w:r>
      <w:r w:rsidRPr="009A480F">
        <w:rPr>
          <w:rFonts w:ascii="Arial" w:hAnsi="Arial" w:cs="Arial"/>
        </w:rPr>
        <w:t>las Reglas de Operación del Programa.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Así mismo planteó la posibilidad de realizar los trabajos temporales, propuestos por la comunidad y/o grupo social en su solicitud enviada a la</w:t>
      </w:r>
      <w:r w:rsidR="00A8452F">
        <w:rPr>
          <w:rFonts w:ascii="Arial" w:hAnsi="Arial" w:cs="Arial"/>
        </w:rPr>
        <w:t xml:space="preserve"> Secretaría</w:t>
      </w:r>
      <w:r w:rsidRPr="009A480F">
        <w:rPr>
          <w:rFonts w:ascii="Arial" w:hAnsi="Arial" w:cs="Arial"/>
        </w:rPr>
        <w:t>, consistente en las siguientes acciones sociales:</w:t>
      </w:r>
    </w:p>
    <w:p w:rsidR="0041438B" w:rsidRPr="009A480F" w:rsidRDefault="0041438B" w:rsidP="006A4044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41438B" w:rsidRPr="009A480F" w:rsidRDefault="0041438B" w:rsidP="006A4044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41438B" w:rsidRPr="009A480F" w:rsidRDefault="0041438B" w:rsidP="006A4044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41438B" w:rsidRPr="009A480F" w:rsidRDefault="0041438B" w:rsidP="006A4044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41438B" w:rsidRPr="009A480F" w:rsidRDefault="0041438B" w:rsidP="006A4044">
      <w:pPr>
        <w:pStyle w:val="Prrafodelista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_______________________________________________________________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 xml:space="preserve">Detallando que, estas acciones deberán de ser realizadas </w:t>
      </w:r>
      <w:r w:rsidR="00A97C36">
        <w:rPr>
          <w:rFonts w:ascii="Arial" w:hAnsi="Arial" w:cs="Arial"/>
        </w:rPr>
        <w:t xml:space="preserve">por los </w:t>
      </w:r>
      <w:r w:rsidRPr="009A480F">
        <w:rPr>
          <w:rFonts w:ascii="Arial" w:hAnsi="Arial" w:cs="Arial"/>
        </w:rPr>
        <w:t xml:space="preserve"> beneficiarios</w:t>
      </w:r>
      <w:r w:rsidR="007E1CA4">
        <w:rPr>
          <w:rFonts w:ascii="Arial" w:hAnsi="Arial" w:cs="Arial"/>
        </w:rPr>
        <w:t xml:space="preserve"> y, en su caso </w:t>
      </w:r>
      <w:r w:rsidR="00780A19">
        <w:rPr>
          <w:rFonts w:ascii="Arial" w:hAnsi="Arial" w:cs="Arial"/>
        </w:rPr>
        <w:t>con la participación d</w:t>
      </w:r>
      <w:r w:rsidR="007E1CA4">
        <w:rPr>
          <w:rFonts w:ascii="Arial" w:hAnsi="Arial" w:cs="Arial"/>
        </w:rPr>
        <w:t xml:space="preserve">el </w:t>
      </w:r>
      <w:r w:rsidRPr="009A480F">
        <w:rPr>
          <w:rFonts w:ascii="Arial" w:hAnsi="Arial" w:cs="Arial"/>
        </w:rPr>
        <w:t xml:space="preserve"> </w:t>
      </w:r>
      <w:r w:rsidR="00A8452F">
        <w:rPr>
          <w:rFonts w:ascii="Arial" w:hAnsi="Arial" w:cs="Arial"/>
        </w:rPr>
        <w:t>m</w:t>
      </w:r>
      <w:r w:rsidRPr="009A480F">
        <w:rPr>
          <w:rFonts w:ascii="Arial" w:hAnsi="Arial" w:cs="Arial"/>
        </w:rPr>
        <w:t xml:space="preserve">unicipio; utilizando para ello la mano de obra local y los materiales de la región. También detalló en qué consistirán las tareas a realizar y los rendimientos que se pretenden, con base en las Reglas de Operación del Programa y </w:t>
      </w:r>
      <w:r w:rsidR="00A8452F">
        <w:rPr>
          <w:rFonts w:ascii="Arial" w:hAnsi="Arial" w:cs="Arial"/>
        </w:rPr>
        <w:t>demás normativa.</w:t>
      </w:r>
      <w:r w:rsidRPr="009A480F">
        <w:rPr>
          <w:rFonts w:ascii="Arial" w:hAnsi="Arial" w:cs="Arial"/>
        </w:rPr>
        <w:t xml:space="preserve"> 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 xml:space="preserve">En acto seguido, puso de manifiesto que el </w:t>
      </w:r>
      <w:r w:rsidR="00A8452F">
        <w:rPr>
          <w:rFonts w:ascii="Arial" w:hAnsi="Arial" w:cs="Arial"/>
        </w:rPr>
        <w:t>P</w:t>
      </w:r>
      <w:r w:rsidRPr="009A480F">
        <w:rPr>
          <w:rFonts w:ascii="Arial" w:hAnsi="Arial" w:cs="Arial"/>
        </w:rPr>
        <w:t xml:space="preserve">rograma requiere, para su ejecución, la integración en un grupo social y/o Comité Comunitario de Participación Social, y </w:t>
      </w:r>
      <w:r w:rsidR="00A8452F">
        <w:rPr>
          <w:rFonts w:ascii="Arial" w:hAnsi="Arial" w:cs="Arial"/>
        </w:rPr>
        <w:t xml:space="preserve">entre </w:t>
      </w:r>
      <w:r w:rsidRPr="009A480F">
        <w:rPr>
          <w:rFonts w:ascii="Arial" w:hAnsi="Arial" w:cs="Arial"/>
        </w:rPr>
        <w:t>sus obligaciones primordialmente deberán ser las siguientes: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80A19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 xml:space="preserve">Formalizar los convenios de ejecución para la asignación de recursos con la </w:t>
      </w:r>
      <w:r w:rsidR="00A8452F">
        <w:rPr>
          <w:rFonts w:ascii="Arial" w:hAnsi="Arial" w:cs="Arial"/>
          <w:sz w:val="22"/>
          <w:szCs w:val="22"/>
        </w:rPr>
        <w:t>Secretaría</w:t>
      </w:r>
      <w:r w:rsidRPr="009A480F">
        <w:rPr>
          <w:rFonts w:ascii="Arial" w:hAnsi="Arial" w:cs="Arial"/>
          <w:sz w:val="22"/>
          <w:szCs w:val="22"/>
        </w:rPr>
        <w:t xml:space="preserve">, así como los instrumentos </w:t>
      </w:r>
      <w:r w:rsidR="00A8452F">
        <w:rPr>
          <w:rFonts w:ascii="Arial" w:hAnsi="Arial" w:cs="Arial"/>
          <w:sz w:val="22"/>
          <w:szCs w:val="22"/>
        </w:rPr>
        <w:t xml:space="preserve">jurídicos </w:t>
      </w:r>
      <w:r w:rsidRPr="009A480F">
        <w:rPr>
          <w:rFonts w:ascii="Arial" w:hAnsi="Arial" w:cs="Arial"/>
          <w:sz w:val="22"/>
          <w:szCs w:val="22"/>
        </w:rPr>
        <w:t>correspondientes</w:t>
      </w:r>
      <w:r w:rsidR="00A8452F">
        <w:rPr>
          <w:rFonts w:ascii="Arial" w:hAnsi="Arial" w:cs="Arial"/>
          <w:sz w:val="22"/>
          <w:szCs w:val="22"/>
        </w:rPr>
        <w:t>,</w:t>
      </w:r>
      <w:r w:rsidRPr="009A480F">
        <w:rPr>
          <w:rFonts w:ascii="Arial" w:hAnsi="Arial" w:cs="Arial"/>
          <w:sz w:val="22"/>
          <w:szCs w:val="22"/>
        </w:rPr>
        <w:t xml:space="preserve"> de acuerdo a la </w:t>
      </w:r>
      <w:r w:rsidR="00A8452F">
        <w:rPr>
          <w:rFonts w:ascii="Arial" w:hAnsi="Arial" w:cs="Arial"/>
          <w:sz w:val="22"/>
          <w:szCs w:val="22"/>
        </w:rPr>
        <w:t xml:space="preserve">normativa </w:t>
      </w:r>
      <w:r w:rsidRPr="009A480F">
        <w:rPr>
          <w:rFonts w:ascii="Arial" w:hAnsi="Arial" w:cs="Arial"/>
          <w:sz w:val="22"/>
          <w:szCs w:val="22"/>
        </w:rPr>
        <w:t>aplicable</w:t>
      </w:r>
      <w:r w:rsidR="00A8452F">
        <w:rPr>
          <w:rFonts w:ascii="Arial" w:hAnsi="Arial" w:cs="Arial"/>
          <w:sz w:val="22"/>
          <w:szCs w:val="22"/>
        </w:rPr>
        <w:t>.</w:t>
      </w:r>
      <w:r w:rsidR="00A8452F" w:rsidRPr="009A480F" w:rsidDel="00A8452F">
        <w:rPr>
          <w:rFonts w:ascii="Arial" w:hAnsi="Arial" w:cs="Arial"/>
          <w:sz w:val="22"/>
          <w:szCs w:val="22"/>
        </w:rPr>
        <w:t xml:space="preserve"> 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Ser responsable de la ejecución de los trabajos a realizar en las acciones sociales</w:t>
      </w:r>
      <w:r w:rsidR="00A8452F">
        <w:rPr>
          <w:rFonts w:ascii="Arial" w:hAnsi="Arial" w:cs="Arial"/>
          <w:sz w:val="22"/>
          <w:szCs w:val="22"/>
        </w:rPr>
        <w:t>.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Proporcionar la mano de obra necesaria para la realización de los trabajos de cada acción social propuesta.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En su caso, conseguir en forma gratuita los materiales naturales necesarios para la realización de los trabajos, que se encuentren en bancos localizados en la región.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Aportar las herramientas y equipos necesarios para la realización de las acciones sociales propuestas.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Vigilar que las tareas que se asignen, sean realizadas, llevando un control para tal efecto.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El órgano ejecutivo del Comité será el responsable de la distribución de los apoyos económicos.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Atender y resolver problemas de carácter laboral que se presenten durante la ejecución de los trabajos.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Participar en el acta de Entrega-Recepción de los trabajos realizados, al concluir los mismos.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lastRenderedPageBreak/>
        <w:t xml:space="preserve">Cumplir con lo establecido en el Convenio de Ejecución que se suscriba con la </w:t>
      </w:r>
      <w:r w:rsidR="00A9087E">
        <w:rPr>
          <w:rFonts w:ascii="Arial" w:hAnsi="Arial" w:cs="Arial"/>
          <w:sz w:val="22"/>
          <w:szCs w:val="22"/>
        </w:rPr>
        <w:t>Secretaría</w:t>
      </w:r>
      <w:r w:rsidRPr="009A480F">
        <w:rPr>
          <w:rFonts w:ascii="Arial" w:hAnsi="Arial" w:cs="Arial"/>
          <w:sz w:val="22"/>
          <w:szCs w:val="22"/>
        </w:rPr>
        <w:t>, así como con las responsabilidades estipuladas en las Reglas de Operación del Programa.</w:t>
      </w:r>
    </w:p>
    <w:p w:rsidR="0041438B" w:rsidRPr="009A480F" w:rsidRDefault="0041438B" w:rsidP="006A4044">
      <w:pPr>
        <w:pStyle w:val="Prrafodelista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Apoyar la difusión en lugares públicos de las características generales de los trabajos a ejecutar, para conocimiento de la sociedad en general.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De igual forma mencionó, que con el objeto de dar transparencia a la ejecución del Programa, es necesario conformar la Contraloría Social, para realizar acciones de vigilancia y seguimiento a las acciones, señalando algunas de las actividades que le competen y que se enlistan a continuación: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• Supervisar que los trabajos se realicen conforme a lo establecido en el convenio de Ejecución.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• Vigilar que los recursos del programa se utilicen para lo que fueron aprobados.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• Estar presente en el momento que el Comité del grupo distribuya el apoyo económico a los beneficiarios del Programa.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• Conocer los datos de las instancias a donde pueden acudir en caso de observar irregularidades, así como los medios para presentar quejas, sugerencias o reconocimientos.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 xml:space="preserve">• En formato libre, realizar un informe o reporte final del cumplimiento de sus actividades, en donde detalle 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gramStart"/>
      <w:r w:rsidRPr="009A480F">
        <w:rPr>
          <w:rFonts w:ascii="Arial" w:hAnsi="Arial" w:cs="Arial"/>
        </w:rPr>
        <w:t>el</w:t>
      </w:r>
      <w:proofErr w:type="gramEnd"/>
      <w:r w:rsidRPr="009A480F">
        <w:rPr>
          <w:rFonts w:ascii="Arial" w:hAnsi="Arial" w:cs="Arial"/>
        </w:rPr>
        <w:t xml:space="preserve"> proceso y en su caso anomalías detectadas.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• Por medio de un formato libre llevar el control de asistencia de los benefici</w:t>
      </w:r>
      <w:r w:rsidR="00520523">
        <w:rPr>
          <w:rFonts w:ascii="Arial" w:hAnsi="Arial" w:cs="Arial"/>
        </w:rPr>
        <w:t>ari</w:t>
      </w:r>
      <w:r w:rsidRPr="009A480F">
        <w:rPr>
          <w:rFonts w:ascii="Arial" w:hAnsi="Arial" w:cs="Arial"/>
        </w:rPr>
        <w:t xml:space="preserve">os </w:t>
      </w:r>
      <w:r w:rsidR="00071FEE">
        <w:rPr>
          <w:rFonts w:ascii="Arial" w:hAnsi="Arial" w:cs="Arial"/>
        </w:rPr>
        <w:t>del P</w:t>
      </w:r>
      <w:r w:rsidRPr="009A480F">
        <w:rPr>
          <w:rFonts w:ascii="Arial" w:hAnsi="Arial" w:cs="Arial"/>
        </w:rPr>
        <w:t>rograma</w:t>
      </w:r>
      <w:r w:rsidR="00071FEE">
        <w:rPr>
          <w:rFonts w:ascii="Arial" w:hAnsi="Arial" w:cs="Arial"/>
        </w:rPr>
        <w:t>,</w:t>
      </w:r>
      <w:r w:rsidRPr="009A480F">
        <w:rPr>
          <w:rFonts w:ascii="Arial" w:hAnsi="Arial" w:cs="Arial"/>
        </w:rPr>
        <w:t xml:space="preserve"> para la correcta distribución económica</w:t>
      </w:r>
      <w:r w:rsidR="00071FEE">
        <w:rPr>
          <w:rFonts w:ascii="Arial" w:hAnsi="Arial" w:cs="Arial"/>
        </w:rPr>
        <w:t>,</w:t>
      </w:r>
      <w:r w:rsidRPr="009A480F">
        <w:rPr>
          <w:rFonts w:ascii="Arial" w:hAnsi="Arial" w:cs="Arial"/>
        </w:rPr>
        <w:t xml:space="preserve"> y eficacia en el cumplimiento de los trabajos a realizar. 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6A4044">
      <w:pPr>
        <w:pStyle w:val="Prrafodelist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Propuesta de aceptación de participar en el Programa.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El C.__________________________________ propuso a la comunidad o grupo social solicitante su aprobación mediante votación, la aceptación de participar con ___________ votos a favor.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6A4044">
      <w:pPr>
        <w:pStyle w:val="Prrafodelist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 xml:space="preserve">Integración y/o en su caso la ratificación del </w:t>
      </w:r>
      <w:r w:rsidR="00071FEE">
        <w:rPr>
          <w:rFonts w:ascii="Arial" w:hAnsi="Arial" w:cs="Arial"/>
          <w:sz w:val="22"/>
          <w:szCs w:val="22"/>
        </w:rPr>
        <w:t>C</w:t>
      </w:r>
      <w:r w:rsidRPr="009A480F">
        <w:rPr>
          <w:rFonts w:ascii="Arial" w:hAnsi="Arial" w:cs="Arial"/>
          <w:sz w:val="22"/>
          <w:szCs w:val="22"/>
        </w:rPr>
        <w:t>omité integrado por el grupo solicitante.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5205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 xml:space="preserve">Se sometió a consideración de los asistentes la integración y ratificación del </w:t>
      </w:r>
      <w:r w:rsidR="00071FEE">
        <w:rPr>
          <w:rFonts w:ascii="Arial" w:hAnsi="Arial" w:cs="Arial"/>
        </w:rPr>
        <w:t>C</w:t>
      </w:r>
      <w:r w:rsidRPr="009A480F">
        <w:rPr>
          <w:rFonts w:ascii="Arial" w:hAnsi="Arial" w:cs="Arial"/>
        </w:rPr>
        <w:t xml:space="preserve">omité de participación social, aceptado por ____votos a favor; quedando constituido el </w:t>
      </w:r>
      <w:r w:rsidR="00071FEE">
        <w:rPr>
          <w:rFonts w:ascii="Arial" w:hAnsi="Arial" w:cs="Arial"/>
        </w:rPr>
        <w:t>ó</w:t>
      </w:r>
      <w:r w:rsidRPr="009A480F">
        <w:rPr>
          <w:rFonts w:ascii="Arial" w:hAnsi="Arial" w:cs="Arial"/>
        </w:rPr>
        <w:t xml:space="preserve">rgano </w:t>
      </w:r>
      <w:r w:rsidR="00071FEE">
        <w:rPr>
          <w:rFonts w:ascii="Arial" w:hAnsi="Arial" w:cs="Arial"/>
        </w:rPr>
        <w:t>e</w:t>
      </w:r>
      <w:r w:rsidRPr="009A480F">
        <w:rPr>
          <w:rFonts w:ascii="Arial" w:hAnsi="Arial" w:cs="Arial"/>
        </w:rPr>
        <w:t>jecutivo de la siguiente manera: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Presidente: C______________________________________,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Secretario: C. ______________________________________ y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Tesorero: C. _______________________________________.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6A4044">
      <w:pPr>
        <w:pStyle w:val="Prrafodelist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Conformación de la Contraloría Social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Se solicitó a los asistentes al evento designar a los integrantes de la Contraloría Social, que quedó conformada por las siguientes personas: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C. ____________________________ y C. ____________________________.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6A4044">
      <w:pPr>
        <w:pStyle w:val="Prrafodelist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Conformación del órgano de control y vigilancia de las acciones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Se solicitó a los asistentes al evento designar a los integrantes del órgano de control y vigilancia, el cual quedó conformado por las siguientes personas: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lastRenderedPageBreak/>
        <w:t>C. ____________________________ y C. ____________________________.</w:t>
      </w:r>
    </w:p>
    <w:p w:rsidR="0041438B" w:rsidRPr="009A480F" w:rsidRDefault="0041438B" w:rsidP="0041438B">
      <w:pPr>
        <w:pStyle w:val="Prrafodelista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1438B" w:rsidRPr="009A480F" w:rsidRDefault="0041438B" w:rsidP="006A4044">
      <w:pPr>
        <w:pStyle w:val="Prrafodelist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480F">
        <w:rPr>
          <w:rFonts w:ascii="Arial" w:hAnsi="Arial" w:cs="Arial"/>
          <w:sz w:val="22"/>
          <w:szCs w:val="22"/>
        </w:rPr>
        <w:t>Asuntos generales._______________________________________________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_____________________________________________________________________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keepNext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No existiendo otro asunto que tratar se da por concluida la presente, siendo las ___horas del ___de _______________ del 201</w:t>
      </w:r>
      <w:r w:rsidR="00B94596">
        <w:rPr>
          <w:rFonts w:ascii="Arial" w:hAnsi="Arial" w:cs="Arial"/>
        </w:rPr>
        <w:t>7</w:t>
      </w:r>
      <w:r w:rsidRPr="009A480F">
        <w:rPr>
          <w:rFonts w:ascii="Arial" w:hAnsi="Arial" w:cs="Arial"/>
        </w:rPr>
        <w:t>, leída por las partes que en ella intervinieron firman al calce.</w:t>
      </w:r>
    </w:p>
    <w:p w:rsidR="0041438B" w:rsidRPr="009A480F" w:rsidRDefault="0041438B" w:rsidP="0041438B">
      <w:pPr>
        <w:keepNext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41438B" w:rsidRPr="009A480F" w:rsidRDefault="0041438B" w:rsidP="008530D4">
      <w:pPr>
        <w:keepNext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480F">
        <w:rPr>
          <w:rFonts w:ascii="Arial" w:hAnsi="Arial" w:cs="Arial"/>
        </w:rPr>
        <w:t>El comité de participación social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9"/>
        <w:gridCol w:w="4245"/>
      </w:tblGrid>
      <w:tr w:rsidR="0041438B" w:rsidRPr="009A480F" w:rsidTr="00520186">
        <w:tc>
          <w:tcPr>
            <w:tcW w:w="4489" w:type="dxa"/>
          </w:tcPr>
          <w:p w:rsidR="0041438B" w:rsidRPr="008530D4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MX"/>
              </w:rPr>
            </w:pPr>
          </w:p>
          <w:p w:rsidR="0041438B" w:rsidRPr="008530D4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MX"/>
              </w:rPr>
            </w:pPr>
          </w:p>
          <w:p w:rsidR="0041438B" w:rsidRPr="008530D4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MX"/>
              </w:rPr>
            </w:pPr>
          </w:p>
          <w:p w:rsidR="0041438B" w:rsidRPr="008530D4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MX"/>
              </w:rPr>
            </w:pPr>
          </w:p>
        </w:tc>
        <w:tc>
          <w:tcPr>
            <w:tcW w:w="4489" w:type="dxa"/>
          </w:tcPr>
          <w:p w:rsidR="0041438B" w:rsidRPr="008530D4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Presidente</w:t>
            </w:r>
            <w:proofErr w:type="spellEnd"/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Secretario</w:t>
            </w:r>
            <w:proofErr w:type="spellEnd"/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</w:tc>
      </w:tr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Tesorero</w:t>
            </w:r>
            <w:proofErr w:type="spellEnd"/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480F">
        <w:rPr>
          <w:rFonts w:ascii="Arial" w:hAnsi="Arial" w:cs="Arial"/>
        </w:rPr>
        <w:t>Por la contraloría social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</w:tc>
      </w:tr>
    </w:tbl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480F">
        <w:rPr>
          <w:rFonts w:ascii="Arial" w:hAnsi="Arial" w:cs="Arial"/>
        </w:rPr>
        <w:t>Por el órgano de control y vigilancia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MX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MX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MX"/>
              </w:rPr>
            </w:pP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</w:tc>
      </w:tr>
    </w:tbl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480F">
        <w:rPr>
          <w:rFonts w:ascii="Arial" w:hAnsi="Arial" w:cs="Arial"/>
        </w:rPr>
        <w:t>Por las instituciones y/o autoridades participantes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s-MX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s-MX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s-MX"/>
              </w:rPr>
            </w:pPr>
          </w:p>
        </w:tc>
      </w:tr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s-MX"/>
              </w:rPr>
            </w:pPr>
            <w:r w:rsidRPr="009A480F">
              <w:rPr>
                <w:rFonts w:ascii="Arial" w:hAnsi="Arial" w:cs="Arial"/>
                <w:lang w:val="es-MX"/>
              </w:rPr>
              <w:t>Nombre y firma</w:t>
            </w: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s-MX"/>
              </w:rPr>
            </w:pPr>
            <w:r w:rsidRPr="009A480F">
              <w:rPr>
                <w:rFonts w:ascii="Arial" w:hAnsi="Arial" w:cs="Arial"/>
                <w:lang w:val="es-MX"/>
              </w:rPr>
              <w:t>Representante de la SEDESHU</w:t>
            </w: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Representante</w:t>
            </w:r>
            <w:proofErr w:type="spellEnd"/>
            <w:r w:rsidRPr="009A480F">
              <w:rPr>
                <w:rFonts w:ascii="Arial" w:hAnsi="Arial" w:cs="Arial"/>
              </w:rPr>
              <w:t xml:space="preserve"> Municipal</w:t>
            </w: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1438B" w:rsidRPr="009A480F" w:rsidTr="00520186"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lastRenderedPageBreak/>
              <w:t>Testigo</w:t>
            </w:r>
            <w:proofErr w:type="spellEnd"/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</w:tc>
        <w:tc>
          <w:tcPr>
            <w:tcW w:w="4489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Testigo</w:t>
            </w:r>
            <w:proofErr w:type="spellEnd"/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  <w:r w:rsidRPr="009A480F">
              <w:rPr>
                <w:rFonts w:ascii="Arial" w:hAnsi="Arial" w:cs="Arial"/>
              </w:rPr>
              <w:t xml:space="preserve"> y firma</w:t>
            </w:r>
          </w:p>
        </w:tc>
      </w:tr>
    </w:tbl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A480F">
        <w:rPr>
          <w:rFonts w:ascii="Arial" w:hAnsi="Arial" w:cs="Arial"/>
        </w:rPr>
        <w:t>Lista de asistentes</w:t>
      </w:r>
    </w:p>
    <w:p w:rsidR="0041438B" w:rsidRPr="009A480F" w:rsidRDefault="0041438B" w:rsidP="004143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61"/>
        <w:gridCol w:w="4233"/>
      </w:tblGrid>
      <w:tr w:rsidR="0041438B" w:rsidRPr="009A480F" w:rsidTr="00882C52">
        <w:trPr>
          <w:trHeight w:val="101"/>
        </w:trPr>
        <w:tc>
          <w:tcPr>
            <w:tcW w:w="4261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A480F">
              <w:rPr>
                <w:rFonts w:ascii="Arial" w:hAnsi="Arial" w:cs="Arial"/>
              </w:rPr>
              <w:t>Nombre</w:t>
            </w:r>
            <w:proofErr w:type="spellEnd"/>
          </w:p>
        </w:tc>
        <w:tc>
          <w:tcPr>
            <w:tcW w:w="4233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A480F">
              <w:rPr>
                <w:rFonts w:ascii="Arial" w:hAnsi="Arial" w:cs="Arial"/>
              </w:rPr>
              <w:t>Firma</w:t>
            </w:r>
          </w:p>
        </w:tc>
      </w:tr>
      <w:tr w:rsidR="0041438B" w:rsidRPr="009A480F" w:rsidTr="00882C52">
        <w:trPr>
          <w:trHeight w:val="232"/>
        </w:trPr>
        <w:tc>
          <w:tcPr>
            <w:tcW w:w="4261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trHeight w:val="232"/>
        </w:trPr>
        <w:tc>
          <w:tcPr>
            <w:tcW w:w="4261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trHeight w:val="217"/>
        </w:trPr>
        <w:tc>
          <w:tcPr>
            <w:tcW w:w="4261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trHeight w:val="232"/>
        </w:trPr>
        <w:tc>
          <w:tcPr>
            <w:tcW w:w="4261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trHeight w:val="217"/>
        </w:trPr>
        <w:tc>
          <w:tcPr>
            <w:tcW w:w="4261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trHeight w:val="232"/>
        </w:trPr>
        <w:tc>
          <w:tcPr>
            <w:tcW w:w="4261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trHeight w:val="232"/>
        </w:trPr>
        <w:tc>
          <w:tcPr>
            <w:tcW w:w="4261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1438B" w:rsidRPr="009A480F" w:rsidTr="00882C52">
        <w:trPr>
          <w:trHeight w:val="217"/>
        </w:trPr>
        <w:tc>
          <w:tcPr>
            <w:tcW w:w="4261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41438B" w:rsidRPr="009A480F" w:rsidRDefault="0041438B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trHeight w:val="217"/>
        </w:trPr>
        <w:tc>
          <w:tcPr>
            <w:tcW w:w="4261" w:type="dxa"/>
          </w:tcPr>
          <w:p w:rsidR="00882C52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82C52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882C52" w:rsidRPr="009A480F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trHeight w:val="217"/>
        </w:trPr>
        <w:tc>
          <w:tcPr>
            <w:tcW w:w="4261" w:type="dxa"/>
          </w:tcPr>
          <w:p w:rsidR="00882C52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82C52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882C52" w:rsidRPr="009A480F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trHeight w:val="217"/>
        </w:trPr>
        <w:tc>
          <w:tcPr>
            <w:tcW w:w="4261" w:type="dxa"/>
          </w:tcPr>
          <w:p w:rsidR="00882C52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82C52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882C52" w:rsidRPr="009A480F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882C52" w:rsidRPr="009A480F" w:rsidTr="00882C52">
        <w:trPr>
          <w:trHeight w:val="217"/>
        </w:trPr>
        <w:tc>
          <w:tcPr>
            <w:tcW w:w="4261" w:type="dxa"/>
          </w:tcPr>
          <w:p w:rsidR="00882C52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882C52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882C52" w:rsidRPr="009A480F" w:rsidRDefault="00882C52" w:rsidP="00103B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556839" w:rsidRPr="009A480F" w:rsidTr="00882C52">
        <w:trPr>
          <w:trHeight w:val="217"/>
        </w:trPr>
        <w:tc>
          <w:tcPr>
            <w:tcW w:w="4261" w:type="dxa"/>
          </w:tcPr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6839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556839" w:rsidRPr="009A480F" w:rsidRDefault="00556839" w:rsidP="005201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CC0343" w:rsidRDefault="00CC0343" w:rsidP="00CC0343">
      <w:pPr>
        <w:pStyle w:val="Style21"/>
        <w:widowControl/>
        <w:spacing w:before="139"/>
        <w:jc w:val="center"/>
        <w:rPr>
          <w:rFonts w:ascii="Arial" w:hAnsi="Arial" w:cs="Arial"/>
          <w:b/>
          <w:sz w:val="22"/>
          <w:szCs w:val="22"/>
        </w:rPr>
      </w:pPr>
    </w:p>
    <w:p w:rsidR="00CC0343" w:rsidRDefault="00CC0343" w:rsidP="00CC0343">
      <w:pPr>
        <w:pStyle w:val="Style21"/>
        <w:widowControl/>
        <w:spacing w:before="139"/>
        <w:jc w:val="center"/>
        <w:rPr>
          <w:rFonts w:ascii="Arial" w:hAnsi="Arial" w:cs="Arial"/>
          <w:b/>
          <w:sz w:val="22"/>
          <w:szCs w:val="22"/>
        </w:rPr>
      </w:pPr>
    </w:p>
    <w:p w:rsidR="00CC0343" w:rsidRDefault="00CC0343" w:rsidP="00CC0343">
      <w:pPr>
        <w:pStyle w:val="Style21"/>
        <w:widowControl/>
        <w:spacing w:before="139"/>
        <w:jc w:val="center"/>
        <w:rPr>
          <w:rFonts w:ascii="Arial" w:hAnsi="Arial" w:cs="Arial"/>
          <w:b/>
          <w:sz w:val="22"/>
          <w:szCs w:val="22"/>
        </w:rPr>
      </w:pPr>
    </w:p>
    <w:p w:rsidR="00CC0343" w:rsidRPr="00556839" w:rsidRDefault="00CC0343" w:rsidP="00CC0343">
      <w:pPr>
        <w:pStyle w:val="Style21"/>
        <w:widowControl/>
        <w:spacing w:before="139"/>
        <w:jc w:val="center"/>
        <w:rPr>
          <w:rFonts w:ascii="Arial" w:hAnsi="Arial" w:cs="Arial"/>
          <w:b/>
          <w:sz w:val="22"/>
          <w:szCs w:val="22"/>
        </w:rPr>
      </w:pPr>
      <w:r w:rsidRPr="00556839">
        <w:rPr>
          <w:rFonts w:ascii="Arial" w:hAnsi="Arial" w:cs="Arial"/>
          <w:b/>
          <w:sz w:val="22"/>
          <w:szCs w:val="22"/>
        </w:rPr>
        <w:t>Programa de “Apoyo al Empleo con Responsabilidad Social”</w:t>
      </w:r>
    </w:p>
    <w:p w:rsidR="00885FCC" w:rsidRDefault="00CC0343" w:rsidP="00CC0343">
      <w:pPr>
        <w:pStyle w:val="Style21"/>
        <w:widowControl/>
        <w:spacing w:before="139"/>
        <w:jc w:val="center"/>
        <w:rPr>
          <w:rFonts w:ascii="Arial" w:hAnsi="Arial" w:cs="Arial"/>
          <w:b/>
          <w:sz w:val="22"/>
          <w:szCs w:val="22"/>
        </w:rPr>
      </w:pPr>
      <w:r w:rsidRPr="00556839">
        <w:rPr>
          <w:rFonts w:ascii="Arial" w:hAnsi="Arial" w:cs="Arial"/>
          <w:b/>
          <w:sz w:val="22"/>
          <w:szCs w:val="22"/>
        </w:rPr>
        <w:t>Regla de Operación</w:t>
      </w:r>
    </w:p>
    <w:p w:rsidR="0041438B" w:rsidRPr="009A480F" w:rsidRDefault="00CC0343" w:rsidP="00CB3FD4">
      <w:pPr>
        <w:pStyle w:val="Style21"/>
        <w:widowControl/>
        <w:spacing w:before="139"/>
        <w:jc w:val="center"/>
        <w:rPr>
          <w:rFonts w:ascii="Arial" w:eastAsia="Calibri" w:hAnsi="Arial" w:cs="Arial"/>
          <w:b/>
        </w:rPr>
      </w:pPr>
      <w:r w:rsidRPr="009A480F">
        <w:rPr>
          <w:rFonts w:ascii="Arial" w:eastAsia="Calibri" w:hAnsi="Arial" w:cs="Arial"/>
          <w:b/>
        </w:rPr>
        <w:t xml:space="preserve">ANEXO </w:t>
      </w:r>
      <w:r>
        <w:rPr>
          <w:rFonts w:ascii="Arial" w:eastAsia="Calibri" w:hAnsi="Arial" w:cs="Arial"/>
          <w:b/>
        </w:rPr>
        <w:t>PAERS-00</w:t>
      </w:r>
      <w:r w:rsidR="00885FCC">
        <w:rPr>
          <w:rFonts w:ascii="Arial" w:eastAsia="Calibri" w:hAnsi="Arial" w:cs="Arial"/>
          <w:b/>
        </w:rPr>
        <w:t>3</w:t>
      </w:r>
      <w:r w:rsidRPr="009A480F">
        <w:rPr>
          <w:rFonts w:ascii="Arial" w:eastAsia="Calibri" w:hAnsi="Arial" w:cs="Arial"/>
          <w:b/>
        </w:rPr>
        <w:t xml:space="preserve"> </w:t>
      </w:r>
      <w:r w:rsidR="001E2CA3">
        <w:rPr>
          <w:rFonts w:ascii="Arial" w:eastAsia="Calibri" w:hAnsi="Arial" w:cs="Arial"/>
          <w:b/>
        </w:rPr>
        <w:t>D</w:t>
      </w:r>
      <w:r w:rsidRPr="009A480F">
        <w:rPr>
          <w:rFonts w:ascii="Arial" w:hAnsi="Arial" w:cs="Arial"/>
          <w:b/>
        </w:rPr>
        <w:t>eclaración bajo protesta de decir ver</w:t>
      </w:r>
      <w:r>
        <w:rPr>
          <w:rFonts w:ascii="Arial" w:hAnsi="Arial" w:cs="Arial"/>
          <w:b/>
        </w:rPr>
        <w:t xml:space="preserve">dad </w:t>
      </w:r>
      <w:r w:rsidR="002B7AEA">
        <w:rPr>
          <w:rFonts w:ascii="Arial" w:hAnsi="Arial" w:cs="Arial"/>
          <w:b/>
        </w:rPr>
        <w:t xml:space="preserve">sobre </w:t>
      </w:r>
      <w:r w:rsidR="001E2CA3">
        <w:rPr>
          <w:rFonts w:ascii="Arial" w:hAnsi="Arial" w:cs="Arial"/>
          <w:b/>
        </w:rPr>
        <w:t xml:space="preserve">su estado de vulnerabilidad </w:t>
      </w:r>
    </w:p>
    <w:p w:rsidR="0041438B" w:rsidRPr="009A480F" w:rsidRDefault="0041438B" w:rsidP="0041438B">
      <w:pPr>
        <w:keepNext/>
        <w:widowControl w:val="0"/>
        <w:spacing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Consta por la presente que yo el C._________________________________________ identificado con __________________con domicilio legal en la calle _______________________________ Nº________ C.P. ___________ de la ciudad de _____________________________________ del Estado de Guanajuato.</w:t>
      </w:r>
    </w:p>
    <w:p w:rsidR="0041438B" w:rsidRPr="009A480F" w:rsidRDefault="0041438B" w:rsidP="0041438B">
      <w:pPr>
        <w:keepNext/>
        <w:widowControl w:val="0"/>
        <w:spacing w:line="240" w:lineRule="auto"/>
        <w:jc w:val="both"/>
        <w:rPr>
          <w:rFonts w:ascii="Arial" w:hAnsi="Arial" w:cs="Arial"/>
          <w:b/>
          <w:u w:val="single"/>
        </w:rPr>
      </w:pPr>
      <w:r w:rsidRPr="009A480F">
        <w:rPr>
          <w:rFonts w:ascii="Arial" w:hAnsi="Arial" w:cs="Arial"/>
          <w:b/>
          <w:u w:val="single"/>
        </w:rPr>
        <w:t>DECLARO BAJO PROTESTA DE DECIR VERDAD QUE:</w:t>
      </w:r>
    </w:p>
    <w:p w:rsidR="0041438B" w:rsidRPr="009A480F" w:rsidRDefault="0041438B" w:rsidP="0041438B">
      <w:pPr>
        <w:keepNext/>
        <w:widowControl w:val="0"/>
        <w:spacing w:line="240" w:lineRule="auto"/>
        <w:jc w:val="both"/>
        <w:rPr>
          <w:rFonts w:ascii="Arial" w:hAnsi="Arial" w:cs="Arial"/>
        </w:rPr>
      </w:pPr>
      <w:r w:rsidRPr="009A480F">
        <w:rPr>
          <w:rFonts w:ascii="Arial" w:hAnsi="Arial" w:cs="Arial"/>
        </w:rPr>
        <w:t>Nota: (</w:t>
      </w:r>
      <w:r w:rsidR="002B7AEA">
        <w:rPr>
          <w:rFonts w:ascii="Arial" w:hAnsi="Arial" w:cs="Arial"/>
        </w:rPr>
        <w:t>L</w:t>
      </w:r>
      <w:r w:rsidRPr="009A480F">
        <w:rPr>
          <w:rFonts w:ascii="Arial" w:hAnsi="Arial" w:cs="Arial"/>
        </w:rPr>
        <w:t>lenar el apartado según sea su situación laboral o su caso particular)</w:t>
      </w:r>
    </w:p>
    <w:p w:rsidR="0041438B" w:rsidRPr="009A480F" w:rsidRDefault="0041438B" w:rsidP="006A4044">
      <w:pPr>
        <w:keepNext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napToGrid w:val="0"/>
        </w:rPr>
      </w:pPr>
      <w:r w:rsidRPr="009A480F">
        <w:rPr>
          <w:rFonts w:ascii="Arial" w:hAnsi="Arial" w:cs="Arial"/>
          <w:snapToGrid w:val="0"/>
        </w:rPr>
        <w:t>Actualmente no laboro por cuenta propia, ni presto mis servicios desde la fecha  ____/____/_____, así mismo declaro que mi última actividad laboral, la desempeñe como _______________________________________________, fecha en la que dejé de laborar debido a ___________________________________________________.</w:t>
      </w:r>
    </w:p>
    <w:p w:rsidR="0041438B" w:rsidRPr="009A480F" w:rsidRDefault="0041438B" w:rsidP="006A4044">
      <w:pPr>
        <w:keepNext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napToGrid w:val="0"/>
        </w:rPr>
      </w:pPr>
      <w:r w:rsidRPr="009A480F">
        <w:rPr>
          <w:rFonts w:ascii="Arial" w:hAnsi="Arial" w:cs="Arial"/>
        </w:rPr>
        <w:t xml:space="preserve">Soy </w:t>
      </w:r>
      <w:r w:rsidRPr="009A480F">
        <w:rPr>
          <w:rFonts w:ascii="Arial" w:hAnsi="Arial" w:cs="Arial"/>
          <w:snapToGrid w:val="0"/>
        </w:rPr>
        <w:t xml:space="preserve">trabajador en situación irregular sin recibo (ventas ambulantes, venta domiciliaria, empleadas domésticas, obreros de la construcción, cuenta propia, venta de manufacturas propias, trabajos de fines de semana, temporada de verano y / o invierno, trabajos eventuales, clases particulares, ingresos  por rentas, cuotas alimentarias sin constancias, etc.), obteniendo por mi labor de:________________________________________, un ingreso </w:t>
      </w:r>
      <w:r w:rsidRPr="009A480F">
        <w:rPr>
          <w:rFonts w:ascii="Arial" w:hAnsi="Arial" w:cs="Arial"/>
          <w:snapToGrid w:val="0"/>
          <w:u w:val="single"/>
        </w:rPr>
        <w:t>mensual</w:t>
      </w:r>
      <w:r w:rsidRPr="009A480F">
        <w:rPr>
          <w:rFonts w:ascii="Arial" w:hAnsi="Arial" w:cs="Arial"/>
          <w:snapToGrid w:val="0"/>
        </w:rPr>
        <w:t xml:space="preserve"> temporario aproximado de $______________________pesos.</w:t>
      </w:r>
    </w:p>
    <w:p w:rsidR="0041438B" w:rsidRPr="009A480F" w:rsidRDefault="0041438B" w:rsidP="006A4044">
      <w:pPr>
        <w:keepNext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napToGrid w:val="0"/>
        </w:rPr>
      </w:pPr>
      <w:r w:rsidRPr="009A480F">
        <w:rPr>
          <w:rFonts w:ascii="Arial" w:hAnsi="Arial" w:cs="Arial"/>
          <w:snapToGrid w:val="0"/>
        </w:rPr>
        <w:t>Que laboré /presté servicios en (anotar el nombre de la empresa, negocio, o actividad remunerada) ___________________________________________________, en el periodo comprendido entre el ____/____/_____ al ____/____/_____, desempeñándome como ________________________________________, fecha en la que dejé de laborar debido a ___________________________________________________, así mismo manifiesto que  (si) _______ (no) _________recibo pensión de trabajador.</w:t>
      </w:r>
    </w:p>
    <w:p w:rsidR="0041438B" w:rsidRPr="009A480F" w:rsidRDefault="0041438B" w:rsidP="006A4044">
      <w:pPr>
        <w:keepNext/>
        <w:widowControl w:val="0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napToGrid w:val="0"/>
        </w:rPr>
      </w:pPr>
      <w:r w:rsidRPr="009A480F">
        <w:rPr>
          <w:rFonts w:ascii="Arial" w:hAnsi="Arial" w:cs="Arial"/>
          <w:snapToGrid w:val="0"/>
        </w:rPr>
        <w:t>Actualmente no laboro, porque presento una discapacidad según dictamen médico: ______________________________________________________________, pero declaro tener actitud de compromiso para mi incorporación al mundo laboral de personas con discapacidad; para que confíen en mis capacidades y se me ofrezca la oportunidad de demostrar su validez.</w:t>
      </w:r>
    </w:p>
    <w:p w:rsidR="0041438B" w:rsidRPr="009A480F" w:rsidRDefault="0041438B" w:rsidP="006A4044">
      <w:pPr>
        <w:keepNext/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napToGrid w:val="0"/>
        </w:rPr>
      </w:pPr>
      <w:r w:rsidRPr="009A480F">
        <w:rPr>
          <w:rFonts w:ascii="Arial" w:hAnsi="Arial" w:cs="Arial"/>
          <w:snapToGrid w:val="0"/>
        </w:rPr>
        <w:t xml:space="preserve">También declaro que tengo conocimiento, que la presente declaración se efectúa para ser presentada ante la Secretaria y/ o </w:t>
      </w:r>
      <w:r w:rsidR="002B7AEA">
        <w:rPr>
          <w:rFonts w:ascii="Arial" w:hAnsi="Arial" w:cs="Arial"/>
          <w:snapToGrid w:val="0"/>
        </w:rPr>
        <w:t>i</w:t>
      </w:r>
      <w:r w:rsidRPr="009A480F">
        <w:rPr>
          <w:rFonts w:ascii="Arial" w:hAnsi="Arial" w:cs="Arial"/>
          <w:snapToGrid w:val="0"/>
        </w:rPr>
        <w:t>nstituciones o autoridades correspondientes en el trámite de solicitud al Programa de la S</w:t>
      </w:r>
      <w:r w:rsidR="002B7AEA">
        <w:rPr>
          <w:rFonts w:ascii="Arial" w:hAnsi="Arial" w:cs="Arial"/>
          <w:snapToGrid w:val="0"/>
        </w:rPr>
        <w:t>ecretaría</w:t>
      </w:r>
      <w:r w:rsidRPr="009A480F">
        <w:rPr>
          <w:rFonts w:ascii="Arial" w:hAnsi="Arial" w:cs="Arial"/>
          <w:snapToGrid w:val="0"/>
        </w:rPr>
        <w:t>.</w:t>
      </w:r>
    </w:p>
    <w:p w:rsidR="0041438B" w:rsidRPr="009A480F" w:rsidRDefault="0041438B" w:rsidP="006A4044">
      <w:pPr>
        <w:keepNext/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napToGrid w:val="0"/>
        </w:rPr>
      </w:pPr>
      <w:r w:rsidRPr="009A480F">
        <w:rPr>
          <w:rFonts w:ascii="Arial" w:hAnsi="Arial" w:cs="Arial"/>
          <w:snapToGrid w:val="0"/>
        </w:rPr>
        <w:t xml:space="preserve">Así mismo declaro conocer la gratuidad de los </w:t>
      </w:r>
      <w:r w:rsidR="002B7AEA">
        <w:rPr>
          <w:rFonts w:ascii="Arial" w:hAnsi="Arial" w:cs="Arial"/>
          <w:snapToGrid w:val="0"/>
        </w:rPr>
        <w:t xml:space="preserve">apoyos </w:t>
      </w:r>
      <w:r w:rsidRPr="009A480F">
        <w:rPr>
          <w:rFonts w:ascii="Arial" w:hAnsi="Arial" w:cs="Arial"/>
          <w:snapToGrid w:val="0"/>
        </w:rPr>
        <w:t>brindados por el Programa de la S</w:t>
      </w:r>
      <w:r w:rsidR="002B7AEA">
        <w:rPr>
          <w:rFonts w:ascii="Arial" w:hAnsi="Arial" w:cs="Arial"/>
          <w:snapToGrid w:val="0"/>
        </w:rPr>
        <w:t>ecretaría</w:t>
      </w:r>
      <w:r w:rsidRPr="009A480F">
        <w:rPr>
          <w:rFonts w:ascii="Arial" w:hAnsi="Arial" w:cs="Arial"/>
          <w:snapToGrid w:val="0"/>
        </w:rPr>
        <w:t xml:space="preserve">, razón por la cual, soy consciente que el acceder a ellos representa una inversión por parte del Estado a favor de mejorar mis ingresos y empleabilidad. En consecuencia, me comprometo a cumplir cabalmente con las normas internas establecidas por el Programa, guardando siempre un comportamiento basado en los principios de respeto mutuo, responsabilidad y veracidad. </w:t>
      </w:r>
    </w:p>
    <w:p w:rsidR="0041438B" w:rsidRPr="009A480F" w:rsidRDefault="0041438B" w:rsidP="006A4044">
      <w:pPr>
        <w:keepNext/>
        <w:widowControl w:val="0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napToGrid w:val="0"/>
        </w:rPr>
      </w:pPr>
      <w:r w:rsidRPr="009A480F">
        <w:rPr>
          <w:rFonts w:ascii="Arial" w:hAnsi="Arial" w:cs="Arial"/>
          <w:snapToGrid w:val="0"/>
        </w:rPr>
        <w:t xml:space="preserve">En caso de salir beneficiado con los apoyos del Programa, DECLARO: </w:t>
      </w:r>
    </w:p>
    <w:p w:rsidR="0041438B" w:rsidRPr="009A480F" w:rsidRDefault="0041438B" w:rsidP="006A4044">
      <w:pPr>
        <w:keepNext/>
        <w:widowControl w:val="0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napToGrid w:val="0"/>
        </w:rPr>
      </w:pPr>
      <w:r w:rsidRPr="009A480F">
        <w:rPr>
          <w:rFonts w:ascii="Arial" w:hAnsi="Arial" w:cs="Arial"/>
          <w:snapToGrid w:val="0"/>
        </w:rPr>
        <w:t xml:space="preserve">Conocer los requisitos del Programa y sus Reglas de Operación vigentes. </w:t>
      </w:r>
    </w:p>
    <w:p w:rsidR="00677BA5" w:rsidRDefault="0041438B" w:rsidP="00677BA5">
      <w:pPr>
        <w:keepNext/>
        <w:widowControl w:val="0"/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napToGrid w:val="0"/>
        </w:rPr>
      </w:pPr>
      <w:r w:rsidRPr="00677BA5">
        <w:rPr>
          <w:rFonts w:ascii="Arial" w:hAnsi="Arial" w:cs="Arial"/>
          <w:snapToGrid w:val="0"/>
        </w:rPr>
        <w:t xml:space="preserve">Conocer los procesos de capacitación y asistencia técnica que implican un </w:t>
      </w:r>
      <w:r w:rsidRPr="00677BA5">
        <w:rPr>
          <w:rFonts w:ascii="Arial" w:hAnsi="Arial" w:cs="Arial"/>
          <w:snapToGrid w:val="0"/>
        </w:rPr>
        <w:lastRenderedPageBreak/>
        <w:t>compromiso respecto a mi participación.</w:t>
      </w:r>
    </w:p>
    <w:p w:rsidR="00677BA5" w:rsidRPr="00677BA5" w:rsidRDefault="0041438B" w:rsidP="00677BA5">
      <w:pPr>
        <w:keepNext/>
        <w:widowControl w:val="0"/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napToGrid w:val="0"/>
        </w:rPr>
      </w:pPr>
      <w:r w:rsidRPr="00677BA5">
        <w:rPr>
          <w:rFonts w:ascii="Arial" w:hAnsi="Arial" w:cs="Arial"/>
          <w:snapToGrid w:val="0"/>
        </w:rPr>
        <w:t xml:space="preserve">En tal sentido, me comprometo a asistir al 100% de las sesiones que se programen y desarrollar las actividades y/o tareas; pudiendo no asistir solamente por causa debidamente justificada, dentro del límite permitido por la </w:t>
      </w:r>
      <w:r w:rsidR="00036FCE" w:rsidRPr="00677BA5">
        <w:rPr>
          <w:rFonts w:ascii="Arial" w:hAnsi="Arial" w:cs="Arial"/>
          <w:snapToGrid w:val="0"/>
        </w:rPr>
        <w:t xml:space="preserve">institución </w:t>
      </w:r>
      <w:r w:rsidRPr="00677BA5">
        <w:rPr>
          <w:rFonts w:ascii="Arial" w:hAnsi="Arial" w:cs="Arial"/>
          <w:snapToGrid w:val="0"/>
        </w:rPr>
        <w:t xml:space="preserve">de </w:t>
      </w:r>
      <w:r w:rsidR="00036FCE" w:rsidRPr="00677BA5">
        <w:rPr>
          <w:rFonts w:ascii="Arial" w:hAnsi="Arial" w:cs="Arial"/>
          <w:snapToGrid w:val="0"/>
        </w:rPr>
        <w:t>c</w:t>
      </w:r>
      <w:r w:rsidRPr="00677BA5">
        <w:rPr>
          <w:rFonts w:ascii="Arial" w:hAnsi="Arial" w:cs="Arial"/>
          <w:snapToGrid w:val="0"/>
        </w:rPr>
        <w:t xml:space="preserve">apacitación </w:t>
      </w:r>
      <w:r w:rsidR="00036FCE" w:rsidRPr="00677BA5">
        <w:rPr>
          <w:rFonts w:ascii="Arial" w:hAnsi="Arial" w:cs="Arial"/>
          <w:snapToGrid w:val="0"/>
        </w:rPr>
        <w:t>e</w:t>
      </w:r>
      <w:r w:rsidRPr="00677BA5">
        <w:rPr>
          <w:rFonts w:ascii="Arial" w:hAnsi="Arial" w:cs="Arial"/>
          <w:snapToGrid w:val="0"/>
        </w:rPr>
        <w:t>specializada a cargo. Conocer que, en caso de que el número de inasistencias sea mayor al permitido podré ser retirado del curso, sin posibilidad de ser incorp</w:t>
      </w:r>
      <w:r w:rsidR="00677BA5" w:rsidRPr="00677BA5">
        <w:rPr>
          <w:rFonts w:ascii="Arial" w:hAnsi="Arial" w:cs="Arial"/>
          <w:snapToGrid w:val="0"/>
        </w:rPr>
        <w:t>orado en otro grupo o programa.</w:t>
      </w:r>
    </w:p>
    <w:p w:rsidR="00E67665" w:rsidRPr="00677BA5" w:rsidRDefault="0041438B" w:rsidP="00677BA5">
      <w:pPr>
        <w:keepNext/>
        <w:widowControl w:val="0"/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napToGrid w:val="0"/>
        </w:rPr>
      </w:pPr>
      <w:r w:rsidRPr="00677BA5">
        <w:rPr>
          <w:rFonts w:ascii="Arial" w:hAnsi="Arial" w:cs="Arial"/>
          <w:snapToGrid w:val="0"/>
        </w:rPr>
        <w:t xml:space="preserve">Autorizo a la </w:t>
      </w:r>
      <w:r w:rsidR="00036FCE" w:rsidRPr="00677BA5">
        <w:rPr>
          <w:rFonts w:ascii="Arial" w:hAnsi="Arial" w:cs="Arial"/>
          <w:snapToGrid w:val="0"/>
        </w:rPr>
        <w:t xml:space="preserve">Secretaría </w:t>
      </w:r>
      <w:r w:rsidRPr="00677BA5">
        <w:rPr>
          <w:rFonts w:ascii="Arial" w:hAnsi="Arial" w:cs="Arial"/>
          <w:snapToGrid w:val="0"/>
        </w:rPr>
        <w:t>a difundir mi identidad e imagen a través de los medios que considere necesarios.</w:t>
      </w:r>
      <w:r w:rsidR="00E67665" w:rsidRPr="00677BA5">
        <w:rPr>
          <w:rFonts w:ascii="Arial" w:hAnsi="Arial" w:cs="Arial"/>
          <w:snapToGrid w:val="0"/>
        </w:rPr>
        <w:t xml:space="preserve"> </w:t>
      </w:r>
    </w:p>
    <w:p w:rsidR="0041438B" w:rsidRPr="00E67665" w:rsidRDefault="0041438B" w:rsidP="00677BA5">
      <w:pPr>
        <w:keepNext/>
        <w:widowControl w:val="0"/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napToGrid w:val="0"/>
        </w:rPr>
      </w:pPr>
      <w:r w:rsidRPr="00E67665">
        <w:rPr>
          <w:rFonts w:ascii="Arial" w:hAnsi="Arial" w:cs="Arial"/>
          <w:snapToGrid w:val="0"/>
        </w:rPr>
        <w:t>Conozco que el Programa desarrollará acciones de supervisión sobre la veracidad de lo declarado en la presente</w:t>
      </w:r>
      <w:r w:rsidR="00FB162D" w:rsidRPr="00E67665">
        <w:rPr>
          <w:rFonts w:ascii="Arial" w:hAnsi="Arial" w:cs="Arial"/>
          <w:snapToGrid w:val="0"/>
        </w:rPr>
        <w:t>.</w:t>
      </w:r>
      <w:r w:rsidR="00036FCE" w:rsidRPr="00E67665">
        <w:rPr>
          <w:rFonts w:ascii="Arial" w:hAnsi="Arial" w:cs="Arial"/>
          <w:snapToGrid w:val="0"/>
        </w:rPr>
        <w:t xml:space="preserve"> </w:t>
      </w:r>
    </w:p>
    <w:p w:rsidR="0041438B" w:rsidRDefault="0041438B" w:rsidP="0041438B">
      <w:pPr>
        <w:keepNext/>
        <w:widowControl w:val="0"/>
        <w:spacing w:line="240" w:lineRule="auto"/>
        <w:jc w:val="both"/>
        <w:rPr>
          <w:rFonts w:ascii="Arial" w:hAnsi="Arial" w:cs="Arial"/>
          <w:snapToGrid w:val="0"/>
        </w:rPr>
      </w:pPr>
    </w:p>
    <w:p w:rsidR="007F2641" w:rsidRDefault="007F2641" w:rsidP="0041438B">
      <w:pPr>
        <w:keepNext/>
        <w:widowControl w:val="0"/>
        <w:spacing w:line="240" w:lineRule="auto"/>
        <w:jc w:val="both"/>
        <w:rPr>
          <w:rFonts w:ascii="Arial" w:hAnsi="Arial" w:cs="Arial"/>
          <w:snapToGrid w:val="0"/>
        </w:rPr>
      </w:pPr>
    </w:p>
    <w:p w:rsidR="007F2641" w:rsidRPr="009A480F" w:rsidRDefault="007F2641" w:rsidP="0041438B">
      <w:pPr>
        <w:keepNext/>
        <w:widowControl w:val="0"/>
        <w:spacing w:line="240" w:lineRule="auto"/>
        <w:jc w:val="both"/>
        <w:rPr>
          <w:rFonts w:ascii="Arial" w:hAnsi="Arial" w:cs="Arial"/>
          <w:snapToGrid w:val="0"/>
        </w:rPr>
      </w:pPr>
    </w:p>
    <w:p w:rsidR="0041438B" w:rsidRPr="009A480F" w:rsidRDefault="0041438B" w:rsidP="00574FAB">
      <w:pPr>
        <w:keepNext/>
        <w:widowControl w:val="0"/>
        <w:spacing w:line="240" w:lineRule="auto"/>
        <w:jc w:val="center"/>
        <w:rPr>
          <w:rFonts w:ascii="Arial" w:hAnsi="Arial" w:cs="Arial"/>
          <w:b/>
          <w:snapToGrid w:val="0"/>
        </w:rPr>
      </w:pPr>
      <w:r w:rsidRPr="009A480F">
        <w:rPr>
          <w:rFonts w:ascii="Arial" w:hAnsi="Arial" w:cs="Arial"/>
          <w:b/>
          <w:snapToGrid w:val="0"/>
        </w:rPr>
        <w:t>ATENTAMENTE</w:t>
      </w:r>
    </w:p>
    <w:p w:rsidR="0041438B" w:rsidRPr="009A480F" w:rsidRDefault="0041438B" w:rsidP="00574FAB">
      <w:pPr>
        <w:keepNext/>
        <w:widowControl w:val="0"/>
        <w:spacing w:line="240" w:lineRule="auto"/>
        <w:jc w:val="center"/>
        <w:rPr>
          <w:rFonts w:ascii="Arial" w:hAnsi="Arial" w:cs="Arial"/>
          <w:snapToGrid w:val="0"/>
        </w:rPr>
      </w:pPr>
    </w:p>
    <w:p w:rsidR="0041438B" w:rsidRPr="009A480F" w:rsidRDefault="0041438B" w:rsidP="00574FAB">
      <w:pPr>
        <w:keepNext/>
        <w:widowControl w:val="0"/>
        <w:spacing w:line="240" w:lineRule="auto"/>
        <w:jc w:val="center"/>
        <w:rPr>
          <w:rFonts w:ascii="Arial" w:hAnsi="Arial" w:cs="Arial"/>
          <w:snapToGrid w:val="0"/>
        </w:rPr>
      </w:pPr>
      <w:r w:rsidRPr="009A480F">
        <w:rPr>
          <w:rFonts w:ascii="Arial" w:hAnsi="Arial" w:cs="Arial"/>
          <w:snapToGrid w:val="0"/>
        </w:rPr>
        <w:t>_____________________________________________</w:t>
      </w:r>
    </w:p>
    <w:p w:rsidR="0041438B" w:rsidRPr="009A480F" w:rsidRDefault="0041438B" w:rsidP="00574FAB">
      <w:pPr>
        <w:keepNext/>
        <w:widowControl w:val="0"/>
        <w:spacing w:line="240" w:lineRule="auto"/>
        <w:jc w:val="center"/>
        <w:rPr>
          <w:rFonts w:ascii="Arial" w:hAnsi="Arial" w:cs="Arial"/>
          <w:b/>
          <w:snapToGrid w:val="0"/>
        </w:rPr>
      </w:pPr>
      <w:r w:rsidRPr="009A480F">
        <w:rPr>
          <w:rFonts w:ascii="Arial" w:hAnsi="Arial" w:cs="Arial"/>
          <w:b/>
          <w:snapToGrid w:val="0"/>
        </w:rPr>
        <w:t>NOMBRE Y FIRMA DEL SOLICITANTE</w:t>
      </w:r>
    </w:p>
    <w:p w:rsidR="008530D4" w:rsidRDefault="0041438B" w:rsidP="00574FAB">
      <w:pPr>
        <w:keepNext/>
        <w:widowControl w:val="0"/>
        <w:spacing w:line="240" w:lineRule="auto"/>
        <w:jc w:val="center"/>
        <w:rPr>
          <w:rFonts w:ascii="Arial" w:hAnsi="Arial" w:cs="Arial"/>
          <w:b/>
          <w:snapToGrid w:val="0"/>
        </w:rPr>
      </w:pPr>
      <w:r w:rsidRPr="009A480F">
        <w:rPr>
          <w:rFonts w:ascii="Arial" w:hAnsi="Arial" w:cs="Arial"/>
          <w:b/>
          <w:snapToGrid w:val="0"/>
        </w:rPr>
        <w:t>FE</w:t>
      </w:r>
      <w:r w:rsidR="00B94596">
        <w:rPr>
          <w:rFonts w:ascii="Arial" w:hAnsi="Arial" w:cs="Arial"/>
          <w:b/>
          <w:snapToGrid w:val="0"/>
        </w:rPr>
        <w:t>CHA: _________/___________/ 2017</w:t>
      </w:r>
      <w:r w:rsidR="009A480F">
        <w:rPr>
          <w:rFonts w:ascii="Arial" w:hAnsi="Arial" w:cs="Arial"/>
          <w:b/>
          <w:snapToGrid w:val="0"/>
        </w:rPr>
        <w:t>.</w:t>
      </w:r>
    </w:p>
    <w:sectPr w:rsidR="008530D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CA4" w:rsidRDefault="00012CA4" w:rsidP="004722AC">
      <w:pPr>
        <w:spacing w:after="0" w:line="240" w:lineRule="auto"/>
      </w:pPr>
      <w:r>
        <w:separator/>
      </w:r>
    </w:p>
  </w:endnote>
  <w:endnote w:type="continuationSeparator" w:id="0">
    <w:p w:rsidR="00012CA4" w:rsidRDefault="00012CA4" w:rsidP="00472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CaslonPro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1EF" w:rsidRPr="00DE4B29" w:rsidRDefault="00A651EF" w:rsidP="004722AC">
    <w:pPr>
      <w:pStyle w:val="Piedepgina"/>
      <w:jc w:val="center"/>
      <w:rPr>
        <w:rFonts w:ascii="Arial" w:hAnsi="Arial" w:cs="Arial"/>
        <w:i/>
        <w:sz w:val="14"/>
        <w:szCs w:val="14"/>
      </w:rPr>
    </w:pPr>
    <w:r w:rsidRPr="00DE4B29">
      <w:rPr>
        <w:rFonts w:ascii="Arial" w:hAnsi="Arial" w:cs="Arial"/>
        <w:i/>
        <w:sz w:val="14"/>
        <w:szCs w:val="14"/>
      </w:rPr>
      <w:t>Este programa es público, ajeno a cualquier partido político. Queda prohibido su uso para fines distintos al desarrollo social.</w:t>
    </w:r>
  </w:p>
  <w:p w:rsidR="00A651EF" w:rsidRDefault="00A651E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CA4" w:rsidRDefault="00012CA4" w:rsidP="004722AC">
      <w:pPr>
        <w:spacing w:after="0" w:line="240" w:lineRule="auto"/>
      </w:pPr>
      <w:r>
        <w:separator/>
      </w:r>
    </w:p>
  </w:footnote>
  <w:footnote w:type="continuationSeparator" w:id="0">
    <w:p w:rsidR="00012CA4" w:rsidRDefault="00012CA4" w:rsidP="00472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2F9" w:rsidRDefault="005512F9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1A68AD9C" wp14:editId="3CD90C51">
          <wp:simplePos x="0" y="0"/>
          <wp:positionH relativeFrom="column">
            <wp:posOffset>638962</wp:posOffset>
          </wp:positionH>
          <wp:positionV relativeFrom="paragraph">
            <wp:posOffset>-424479</wp:posOffset>
          </wp:positionV>
          <wp:extent cx="3650284" cy="874948"/>
          <wp:effectExtent l="0" t="0" r="0" b="1905"/>
          <wp:wrapNone/>
          <wp:docPr id="2" name="Imagen 2" descr="C:\Users\nchamorro\Documents\00 SECRETARIA DE DESARROLLO SOCIAL Y HUMANO\2015\01 Eventos SEDESHU\1 Enero 2015\8 barra formatos ROP\Barra TC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chamorro\Documents\00 SECRETARIA DE DESARROLLO SOCIAL Y HUMANO\2015\01 Eventos SEDESHU\1 Enero 2015\8 barra formatos ROP\Barra TCV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0284" cy="874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894EE877"/>
    <w:styleLink w:val="List1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142"/>
      </w:pPr>
      <w:rPr>
        <w:rFonts w:hint="default"/>
        <w:b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position w:val="0"/>
        <w:sz w:val="24"/>
      </w:rPr>
    </w:lvl>
  </w:abstractNum>
  <w:abstractNum w:abstractNumId="1">
    <w:nsid w:val="006E29C1"/>
    <w:multiLevelType w:val="hybridMultilevel"/>
    <w:tmpl w:val="31224D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6F54D4"/>
    <w:multiLevelType w:val="hybridMultilevel"/>
    <w:tmpl w:val="9662A126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  <w:lang w:val="es-E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66BD1"/>
    <w:multiLevelType w:val="hybridMultilevel"/>
    <w:tmpl w:val="31224D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896E27"/>
    <w:multiLevelType w:val="hybridMultilevel"/>
    <w:tmpl w:val="901E3F34"/>
    <w:lvl w:ilvl="0" w:tplc="5888E55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6F64408"/>
    <w:multiLevelType w:val="hybridMultilevel"/>
    <w:tmpl w:val="9662A126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  <w:lang w:val="es-E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83C97"/>
    <w:multiLevelType w:val="hybridMultilevel"/>
    <w:tmpl w:val="35D6D5F8"/>
    <w:lvl w:ilvl="0" w:tplc="B7526B4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0E0AC5"/>
    <w:multiLevelType w:val="hybridMultilevel"/>
    <w:tmpl w:val="81EE2516"/>
    <w:lvl w:ilvl="0" w:tplc="4F12EEDE">
      <w:start w:val="1"/>
      <w:numFmt w:val="decimal"/>
      <w:lvlText w:val="%1."/>
      <w:lvlJc w:val="left"/>
      <w:pPr>
        <w:ind w:left="720" w:hanging="360"/>
      </w:pPr>
      <w:rPr>
        <w:rFonts w:ascii="ACaslonPro-Semibold" w:hAnsi="ACaslonPro-Semibold" w:cs="ACaslonPro-Semibold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68195D"/>
    <w:multiLevelType w:val="hybridMultilevel"/>
    <w:tmpl w:val="533C756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26E8A"/>
    <w:multiLevelType w:val="hybridMultilevel"/>
    <w:tmpl w:val="359AB7B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C64A6"/>
    <w:multiLevelType w:val="hybridMultilevel"/>
    <w:tmpl w:val="E17E49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51150"/>
    <w:multiLevelType w:val="hybridMultilevel"/>
    <w:tmpl w:val="7366AB04"/>
    <w:lvl w:ilvl="0" w:tplc="D0E6C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57273"/>
    <w:multiLevelType w:val="hybridMultilevel"/>
    <w:tmpl w:val="D214BF1C"/>
    <w:lvl w:ilvl="0" w:tplc="40D6E3B2">
      <w:start w:val="1"/>
      <w:numFmt w:val="upperRoman"/>
      <w:lvlText w:val="%1."/>
      <w:lvlJc w:val="right"/>
      <w:pPr>
        <w:ind w:left="1068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5A25FDD"/>
    <w:multiLevelType w:val="hybridMultilevel"/>
    <w:tmpl w:val="2500E640"/>
    <w:lvl w:ilvl="0" w:tplc="C0C84D92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F6476"/>
    <w:multiLevelType w:val="hybridMultilevel"/>
    <w:tmpl w:val="B73E61C8"/>
    <w:lvl w:ilvl="0" w:tplc="C81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6F5EBE"/>
    <w:multiLevelType w:val="hybridMultilevel"/>
    <w:tmpl w:val="B522908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503190"/>
    <w:multiLevelType w:val="hybridMultilevel"/>
    <w:tmpl w:val="2B246520"/>
    <w:lvl w:ilvl="0" w:tplc="080A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66C8E"/>
    <w:multiLevelType w:val="hybridMultilevel"/>
    <w:tmpl w:val="9662A126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  <w:lang w:val="es-E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3F586F"/>
    <w:multiLevelType w:val="hybridMultilevel"/>
    <w:tmpl w:val="CE008B62"/>
    <w:lvl w:ilvl="0" w:tplc="DF3C7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4B2C9F"/>
    <w:multiLevelType w:val="hybridMultilevel"/>
    <w:tmpl w:val="5EA419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0372D"/>
    <w:multiLevelType w:val="hybridMultilevel"/>
    <w:tmpl w:val="CED08E66"/>
    <w:lvl w:ilvl="0" w:tplc="EB023D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551AB7"/>
    <w:multiLevelType w:val="hybridMultilevel"/>
    <w:tmpl w:val="CE30804C"/>
    <w:lvl w:ilvl="0" w:tplc="3DAC754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5F0220F1"/>
    <w:multiLevelType w:val="hybridMultilevel"/>
    <w:tmpl w:val="DF44B880"/>
    <w:lvl w:ilvl="0" w:tplc="032E4F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D80A23"/>
    <w:multiLevelType w:val="hybridMultilevel"/>
    <w:tmpl w:val="34949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5259F4"/>
    <w:multiLevelType w:val="hybridMultilevel"/>
    <w:tmpl w:val="9D483AF6"/>
    <w:lvl w:ilvl="0" w:tplc="4A4E0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1D1795"/>
    <w:multiLevelType w:val="hybridMultilevel"/>
    <w:tmpl w:val="CDEEDD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481248"/>
    <w:multiLevelType w:val="hybridMultilevel"/>
    <w:tmpl w:val="6E006F20"/>
    <w:lvl w:ilvl="0" w:tplc="76F4CD5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trike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770097"/>
    <w:multiLevelType w:val="hybridMultilevel"/>
    <w:tmpl w:val="0A827E08"/>
    <w:lvl w:ilvl="0" w:tplc="085CEB4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D4E10B0"/>
    <w:multiLevelType w:val="hybridMultilevel"/>
    <w:tmpl w:val="43F4739E"/>
    <w:lvl w:ilvl="0" w:tplc="DC9E2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350763"/>
    <w:multiLevelType w:val="hybridMultilevel"/>
    <w:tmpl w:val="284441D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506CD2"/>
    <w:multiLevelType w:val="hybridMultilevel"/>
    <w:tmpl w:val="540A6080"/>
    <w:lvl w:ilvl="0" w:tplc="F272BD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5B1BCF"/>
    <w:multiLevelType w:val="hybridMultilevel"/>
    <w:tmpl w:val="5A5017A6"/>
    <w:lvl w:ilvl="0" w:tplc="ACFAA6CE">
      <w:start w:val="1"/>
      <w:numFmt w:val="upperRoman"/>
      <w:lvlText w:val="%1."/>
      <w:lvlJc w:val="left"/>
      <w:pPr>
        <w:ind w:left="1428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11"/>
  </w:num>
  <w:num w:numId="3">
    <w:abstractNumId w:val="21"/>
  </w:num>
  <w:num w:numId="4">
    <w:abstractNumId w:val="20"/>
  </w:num>
  <w:num w:numId="5">
    <w:abstractNumId w:val="17"/>
  </w:num>
  <w:num w:numId="6">
    <w:abstractNumId w:val="0"/>
  </w:num>
  <w:num w:numId="7">
    <w:abstractNumId w:val="31"/>
  </w:num>
  <w:num w:numId="8">
    <w:abstractNumId w:val="6"/>
  </w:num>
  <w:num w:numId="9">
    <w:abstractNumId w:val="4"/>
  </w:num>
  <w:num w:numId="10">
    <w:abstractNumId w:val="27"/>
  </w:num>
  <w:num w:numId="11">
    <w:abstractNumId w:val="14"/>
  </w:num>
  <w:num w:numId="12">
    <w:abstractNumId w:val="28"/>
  </w:num>
  <w:num w:numId="13">
    <w:abstractNumId w:val="26"/>
  </w:num>
  <w:num w:numId="14">
    <w:abstractNumId w:val="18"/>
  </w:num>
  <w:num w:numId="15">
    <w:abstractNumId w:val="22"/>
  </w:num>
  <w:num w:numId="16">
    <w:abstractNumId w:val="1"/>
  </w:num>
  <w:num w:numId="17">
    <w:abstractNumId w:val="19"/>
  </w:num>
  <w:num w:numId="18">
    <w:abstractNumId w:val="7"/>
  </w:num>
  <w:num w:numId="19">
    <w:abstractNumId w:val="3"/>
  </w:num>
  <w:num w:numId="20">
    <w:abstractNumId w:val="29"/>
  </w:num>
  <w:num w:numId="21">
    <w:abstractNumId w:val="13"/>
  </w:num>
  <w:num w:numId="22">
    <w:abstractNumId w:val="25"/>
  </w:num>
  <w:num w:numId="23">
    <w:abstractNumId w:val="10"/>
  </w:num>
  <w:num w:numId="24">
    <w:abstractNumId w:val="15"/>
  </w:num>
  <w:num w:numId="25">
    <w:abstractNumId w:val="23"/>
  </w:num>
  <w:num w:numId="26">
    <w:abstractNumId w:val="16"/>
  </w:num>
  <w:num w:numId="27">
    <w:abstractNumId w:val="9"/>
  </w:num>
  <w:num w:numId="28">
    <w:abstractNumId w:val="8"/>
  </w:num>
  <w:num w:numId="29">
    <w:abstractNumId w:val="5"/>
  </w:num>
  <w:num w:numId="30">
    <w:abstractNumId w:val="30"/>
  </w:num>
  <w:num w:numId="31">
    <w:abstractNumId w:val="2"/>
  </w:num>
  <w:num w:numId="32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F37"/>
    <w:rsid w:val="0000024F"/>
    <w:rsid w:val="0000119D"/>
    <w:rsid w:val="00003E17"/>
    <w:rsid w:val="00007D95"/>
    <w:rsid w:val="00012CA4"/>
    <w:rsid w:val="00015B51"/>
    <w:rsid w:val="00022453"/>
    <w:rsid w:val="00023DBD"/>
    <w:rsid w:val="000263D2"/>
    <w:rsid w:val="0003047C"/>
    <w:rsid w:val="00030B83"/>
    <w:rsid w:val="000321F8"/>
    <w:rsid w:val="00032D1E"/>
    <w:rsid w:val="00036FCE"/>
    <w:rsid w:val="0004159B"/>
    <w:rsid w:val="00042EE3"/>
    <w:rsid w:val="00043848"/>
    <w:rsid w:val="000464BB"/>
    <w:rsid w:val="000537AB"/>
    <w:rsid w:val="000553D6"/>
    <w:rsid w:val="0005615D"/>
    <w:rsid w:val="0005693F"/>
    <w:rsid w:val="00061D85"/>
    <w:rsid w:val="00064B99"/>
    <w:rsid w:val="00071FEE"/>
    <w:rsid w:val="000724CC"/>
    <w:rsid w:val="00073127"/>
    <w:rsid w:val="000742EB"/>
    <w:rsid w:val="0008023A"/>
    <w:rsid w:val="00084868"/>
    <w:rsid w:val="000905D4"/>
    <w:rsid w:val="000A60FA"/>
    <w:rsid w:val="000B36E3"/>
    <w:rsid w:val="000D1A37"/>
    <w:rsid w:val="000D4347"/>
    <w:rsid w:val="000D5412"/>
    <w:rsid w:val="000E08FE"/>
    <w:rsid w:val="000E0D04"/>
    <w:rsid w:val="000E2C1B"/>
    <w:rsid w:val="000E4781"/>
    <w:rsid w:val="000E6F37"/>
    <w:rsid w:val="000F03B6"/>
    <w:rsid w:val="000F3248"/>
    <w:rsid w:val="001022C9"/>
    <w:rsid w:val="00102D80"/>
    <w:rsid w:val="001045EC"/>
    <w:rsid w:val="00104F40"/>
    <w:rsid w:val="00105F2D"/>
    <w:rsid w:val="00106FA3"/>
    <w:rsid w:val="00110EE4"/>
    <w:rsid w:val="0011163C"/>
    <w:rsid w:val="0012035F"/>
    <w:rsid w:val="00122E49"/>
    <w:rsid w:val="001300D4"/>
    <w:rsid w:val="00143C73"/>
    <w:rsid w:val="00153295"/>
    <w:rsid w:val="00154C79"/>
    <w:rsid w:val="0015508E"/>
    <w:rsid w:val="0015560E"/>
    <w:rsid w:val="001579F7"/>
    <w:rsid w:val="00161F79"/>
    <w:rsid w:val="00164F0E"/>
    <w:rsid w:val="00172DD3"/>
    <w:rsid w:val="0017506B"/>
    <w:rsid w:val="00181540"/>
    <w:rsid w:val="00181F9E"/>
    <w:rsid w:val="00182B9C"/>
    <w:rsid w:val="00186C1D"/>
    <w:rsid w:val="00187962"/>
    <w:rsid w:val="00190BA4"/>
    <w:rsid w:val="00192755"/>
    <w:rsid w:val="001930E9"/>
    <w:rsid w:val="00194503"/>
    <w:rsid w:val="001A3203"/>
    <w:rsid w:val="001A5AA3"/>
    <w:rsid w:val="001A5DFB"/>
    <w:rsid w:val="001A619C"/>
    <w:rsid w:val="001A6613"/>
    <w:rsid w:val="001A7F8F"/>
    <w:rsid w:val="001B07F6"/>
    <w:rsid w:val="001B0B36"/>
    <w:rsid w:val="001B16C5"/>
    <w:rsid w:val="001B585D"/>
    <w:rsid w:val="001B5FED"/>
    <w:rsid w:val="001B664E"/>
    <w:rsid w:val="001B7A88"/>
    <w:rsid w:val="001C4E49"/>
    <w:rsid w:val="001D0BA9"/>
    <w:rsid w:val="001D25EA"/>
    <w:rsid w:val="001D34C4"/>
    <w:rsid w:val="001D57B9"/>
    <w:rsid w:val="001D5D13"/>
    <w:rsid w:val="001D6582"/>
    <w:rsid w:val="001D72DB"/>
    <w:rsid w:val="001E2CA3"/>
    <w:rsid w:val="001E4D44"/>
    <w:rsid w:val="001E59A7"/>
    <w:rsid w:val="001E7918"/>
    <w:rsid w:val="001F3206"/>
    <w:rsid w:val="001F3893"/>
    <w:rsid w:val="002000EC"/>
    <w:rsid w:val="0020101C"/>
    <w:rsid w:val="00202B00"/>
    <w:rsid w:val="0020657E"/>
    <w:rsid w:val="002069D2"/>
    <w:rsid w:val="002071F1"/>
    <w:rsid w:val="00207F3A"/>
    <w:rsid w:val="00210F5D"/>
    <w:rsid w:val="002132E5"/>
    <w:rsid w:val="00213FA0"/>
    <w:rsid w:val="00214A28"/>
    <w:rsid w:val="00221C56"/>
    <w:rsid w:val="00223DED"/>
    <w:rsid w:val="002241DD"/>
    <w:rsid w:val="00224D8A"/>
    <w:rsid w:val="002250F3"/>
    <w:rsid w:val="002330B5"/>
    <w:rsid w:val="0023632D"/>
    <w:rsid w:val="00246679"/>
    <w:rsid w:val="00247492"/>
    <w:rsid w:val="00253CDE"/>
    <w:rsid w:val="00254BDD"/>
    <w:rsid w:val="002563F3"/>
    <w:rsid w:val="00256782"/>
    <w:rsid w:val="002569B9"/>
    <w:rsid w:val="00262659"/>
    <w:rsid w:val="00263BD3"/>
    <w:rsid w:val="00265981"/>
    <w:rsid w:val="0026703B"/>
    <w:rsid w:val="00271A11"/>
    <w:rsid w:val="00271FE8"/>
    <w:rsid w:val="002762A6"/>
    <w:rsid w:val="002771D3"/>
    <w:rsid w:val="00277287"/>
    <w:rsid w:val="00280F28"/>
    <w:rsid w:val="002816CE"/>
    <w:rsid w:val="00282141"/>
    <w:rsid w:val="00283837"/>
    <w:rsid w:val="00286F50"/>
    <w:rsid w:val="002955B7"/>
    <w:rsid w:val="00297019"/>
    <w:rsid w:val="002A38CA"/>
    <w:rsid w:val="002A4B9A"/>
    <w:rsid w:val="002B29C3"/>
    <w:rsid w:val="002B4CAE"/>
    <w:rsid w:val="002B4E69"/>
    <w:rsid w:val="002B7AEA"/>
    <w:rsid w:val="002B7B30"/>
    <w:rsid w:val="002C1B52"/>
    <w:rsid w:val="002C4A5E"/>
    <w:rsid w:val="002C4C8A"/>
    <w:rsid w:val="002D0518"/>
    <w:rsid w:val="002D2A0A"/>
    <w:rsid w:val="002D4F9F"/>
    <w:rsid w:val="002D7B37"/>
    <w:rsid w:val="002E0649"/>
    <w:rsid w:val="002E269E"/>
    <w:rsid w:val="002E2D15"/>
    <w:rsid w:val="002E5C00"/>
    <w:rsid w:val="002F1C0B"/>
    <w:rsid w:val="002F1EAF"/>
    <w:rsid w:val="002F3357"/>
    <w:rsid w:val="002F6396"/>
    <w:rsid w:val="00304000"/>
    <w:rsid w:val="003044A1"/>
    <w:rsid w:val="00310D87"/>
    <w:rsid w:val="00315C64"/>
    <w:rsid w:val="0032102B"/>
    <w:rsid w:val="00322AE3"/>
    <w:rsid w:val="00325A1F"/>
    <w:rsid w:val="00327CE9"/>
    <w:rsid w:val="003330A7"/>
    <w:rsid w:val="0033724F"/>
    <w:rsid w:val="00337A15"/>
    <w:rsid w:val="0034188C"/>
    <w:rsid w:val="00341E23"/>
    <w:rsid w:val="00341EB0"/>
    <w:rsid w:val="00354768"/>
    <w:rsid w:val="003600D0"/>
    <w:rsid w:val="00361853"/>
    <w:rsid w:val="00363580"/>
    <w:rsid w:val="00365D7F"/>
    <w:rsid w:val="003667B7"/>
    <w:rsid w:val="0036707C"/>
    <w:rsid w:val="003704F9"/>
    <w:rsid w:val="00372D7D"/>
    <w:rsid w:val="00372F1B"/>
    <w:rsid w:val="00373032"/>
    <w:rsid w:val="00373B2D"/>
    <w:rsid w:val="003807C4"/>
    <w:rsid w:val="00381B5F"/>
    <w:rsid w:val="003855D1"/>
    <w:rsid w:val="003902F8"/>
    <w:rsid w:val="0039265B"/>
    <w:rsid w:val="003A156D"/>
    <w:rsid w:val="003A36D5"/>
    <w:rsid w:val="003B1521"/>
    <w:rsid w:val="003B1E16"/>
    <w:rsid w:val="003B6F33"/>
    <w:rsid w:val="003C0A69"/>
    <w:rsid w:val="003C2421"/>
    <w:rsid w:val="003C2579"/>
    <w:rsid w:val="003C36C5"/>
    <w:rsid w:val="003C40F6"/>
    <w:rsid w:val="003C69CD"/>
    <w:rsid w:val="003C7D13"/>
    <w:rsid w:val="003D1DCC"/>
    <w:rsid w:val="003D2420"/>
    <w:rsid w:val="003D2E56"/>
    <w:rsid w:val="003E64E8"/>
    <w:rsid w:val="003E7026"/>
    <w:rsid w:val="003E7A3E"/>
    <w:rsid w:val="003F27E2"/>
    <w:rsid w:val="003F29C6"/>
    <w:rsid w:val="00401A89"/>
    <w:rsid w:val="0040335B"/>
    <w:rsid w:val="0040659F"/>
    <w:rsid w:val="00407FC6"/>
    <w:rsid w:val="004103B8"/>
    <w:rsid w:val="00410AB4"/>
    <w:rsid w:val="00411EC3"/>
    <w:rsid w:val="0041374D"/>
    <w:rsid w:val="0041438B"/>
    <w:rsid w:val="004143EE"/>
    <w:rsid w:val="00421F70"/>
    <w:rsid w:val="00422FC6"/>
    <w:rsid w:val="004331DC"/>
    <w:rsid w:val="00433E97"/>
    <w:rsid w:val="004353F0"/>
    <w:rsid w:val="004354EC"/>
    <w:rsid w:val="00435E9D"/>
    <w:rsid w:val="00440362"/>
    <w:rsid w:val="00440C09"/>
    <w:rsid w:val="004437F9"/>
    <w:rsid w:val="004500D7"/>
    <w:rsid w:val="00451721"/>
    <w:rsid w:val="00452115"/>
    <w:rsid w:val="0045230A"/>
    <w:rsid w:val="00452F05"/>
    <w:rsid w:val="0045418E"/>
    <w:rsid w:val="00460E3A"/>
    <w:rsid w:val="004636FD"/>
    <w:rsid w:val="004722AC"/>
    <w:rsid w:val="00481C64"/>
    <w:rsid w:val="00482400"/>
    <w:rsid w:val="0048701A"/>
    <w:rsid w:val="00487641"/>
    <w:rsid w:val="0049056F"/>
    <w:rsid w:val="00491D84"/>
    <w:rsid w:val="00495DC4"/>
    <w:rsid w:val="0049753B"/>
    <w:rsid w:val="004A1423"/>
    <w:rsid w:val="004A2005"/>
    <w:rsid w:val="004A47DC"/>
    <w:rsid w:val="004A5BE8"/>
    <w:rsid w:val="004B31DD"/>
    <w:rsid w:val="004B385E"/>
    <w:rsid w:val="004B395A"/>
    <w:rsid w:val="004B42CD"/>
    <w:rsid w:val="004B7A49"/>
    <w:rsid w:val="004C1094"/>
    <w:rsid w:val="004C3794"/>
    <w:rsid w:val="004C45EB"/>
    <w:rsid w:val="004C5CC9"/>
    <w:rsid w:val="004D5EC8"/>
    <w:rsid w:val="004E5498"/>
    <w:rsid w:val="004F4A2F"/>
    <w:rsid w:val="004F64FD"/>
    <w:rsid w:val="005011B6"/>
    <w:rsid w:val="00502E66"/>
    <w:rsid w:val="005051CA"/>
    <w:rsid w:val="00506DCA"/>
    <w:rsid w:val="00507017"/>
    <w:rsid w:val="00507605"/>
    <w:rsid w:val="005136A9"/>
    <w:rsid w:val="005172CB"/>
    <w:rsid w:val="00520186"/>
    <w:rsid w:val="00520523"/>
    <w:rsid w:val="00521865"/>
    <w:rsid w:val="00521A1F"/>
    <w:rsid w:val="0052220D"/>
    <w:rsid w:val="00522643"/>
    <w:rsid w:val="00524165"/>
    <w:rsid w:val="00525968"/>
    <w:rsid w:val="00526D51"/>
    <w:rsid w:val="005270BE"/>
    <w:rsid w:val="005273B3"/>
    <w:rsid w:val="0053408F"/>
    <w:rsid w:val="0053409D"/>
    <w:rsid w:val="005402C9"/>
    <w:rsid w:val="005407ED"/>
    <w:rsid w:val="00543E35"/>
    <w:rsid w:val="0054443A"/>
    <w:rsid w:val="00545472"/>
    <w:rsid w:val="00546A1E"/>
    <w:rsid w:val="005471FC"/>
    <w:rsid w:val="00550204"/>
    <w:rsid w:val="005512F9"/>
    <w:rsid w:val="005528E6"/>
    <w:rsid w:val="00553892"/>
    <w:rsid w:val="00556685"/>
    <w:rsid w:val="00556839"/>
    <w:rsid w:val="00561995"/>
    <w:rsid w:val="0056558F"/>
    <w:rsid w:val="0056691C"/>
    <w:rsid w:val="0056769D"/>
    <w:rsid w:val="00573B55"/>
    <w:rsid w:val="00574FAB"/>
    <w:rsid w:val="00576075"/>
    <w:rsid w:val="00576AEF"/>
    <w:rsid w:val="005810DA"/>
    <w:rsid w:val="00582278"/>
    <w:rsid w:val="005827E3"/>
    <w:rsid w:val="00582A94"/>
    <w:rsid w:val="0058751A"/>
    <w:rsid w:val="00587BC7"/>
    <w:rsid w:val="00590AED"/>
    <w:rsid w:val="00593523"/>
    <w:rsid w:val="005963C3"/>
    <w:rsid w:val="00596C26"/>
    <w:rsid w:val="00597235"/>
    <w:rsid w:val="0059744B"/>
    <w:rsid w:val="005A082B"/>
    <w:rsid w:val="005A13C4"/>
    <w:rsid w:val="005A1F13"/>
    <w:rsid w:val="005A432E"/>
    <w:rsid w:val="005A5798"/>
    <w:rsid w:val="005B066A"/>
    <w:rsid w:val="005B28CC"/>
    <w:rsid w:val="005B2B97"/>
    <w:rsid w:val="005B4B77"/>
    <w:rsid w:val="005B516B"/>
    <w:rsid w:val="005B6A30"/>
    <w:rsid w:val="005B6FA9"/>
    <w:rsid w:val="005B7CEB"/>
    <w:rsid w:val="005C033D"/>
    <w:rsid w:val="005C0EC1"/>
    <w:rsid w:val="005C3A92"/>
    <w:rsid w:val="005C3D96"/>
    <w:rsid w:val="005C53BD"/>
    <w:rsid w:val="005D02E9"/>
    <w:rsid w:val="005D3001"/>
    <w:rsid w:val="005D4705"/>
    <w:rsid w:val="005D4E25"/>
    <w:rsid w:val="005E4A72"/>
    <w:rsid w:val="005E4FBC"/>
    <w:rsid w:val="005F1B39"/>
    <w:rsid w:val="005F1BE6"/>
    <w:rsid w:val="005F46BC"/>
    <w:rsid w:val="005F543D"/>
    <w:rsid w:val="006024E4"/>
    <w:rsid w:val="0060304C"/>
    <w:rsid w:val="00603F17"/>
    <w:rsid w:val="006116EC"/>
    <w:rsid w:val="0061221A"/>
    <w:rsid w:val="00613BF7"/>
    <w:rsid w:val="00616019"/>
    <w:rsid w:val="006231B1"/>
    <w:rsid w:val="00624189"/>
    <w:rsid w:val="00625574"/>
    <w:rsid w:val="006256AA"/>
    <w:rsid w:val="0062738D"/>
    <w:rsid w:val="006314F5"/>
    <w:rsid w:val="0063150D"/>
    <w:rsid w:val="006317C7"/>
    <w:rsid w:val="00632560"/>
    <w:rsid w:val="00633AA8"/>
    <w:rsid w:val="00635058"/>
    <w:rsid w:val="0064249E"/>
    <w:rsid w:val="00642CDC"/>
    <w:rsid w:val="006457EF"/>
    <w:rsid w:val="00650935"/>
    <w:rsid w:val="00651E53"/>
    <w:rsid w:val="0065224D"/>
    <w:rsid w:val="00652F9E"/>
    <w:rsid w:val="00661205"/>
    <w:rsid w:val="00661F2A"/>
    <w:rsid w:val="00663F27"/>
    <w:rsid w:val="006641B8"/>
    <w:rsid w:val="00665C84"/>
    <w:rsid w:val="00670112"/>
    <w:rsid w:val="006706BB"/>
    <w:rsid w:val="006710E0"/>
    <w:rsid w:val="00671D88"/>
    <w:rsid w:val="00674220"/>
    <w:rsid w:val="006744CD"/>
    <w:rsid w:val="00677BA5"/>
    <w:rsid w:val="00684F27"/>
    <w:rsid w:val="00686BD8"/>
    <w:rsid w:val="00690E99"/>
    <w:rsid w:val="00693301"/>
    <w:rsid w:val="00694996"/>
    <w:rsid w:val="00696AA5"/>
    <w:rsid w:val="006973FF"/>
    <w:rsid w:val="006A07E1"/>
    <w:rsid w:val="006A4044"/>
    <w:rsid w:val="006A5620"/>
    <w:rsid w:val="006A7A75"/>
    <w:rsid w:val="006C4378"/>
    <w:rsid w:val="006C74F2"/>
    <w:rsid w:val="006D11CC"/>
    <w:rsid w:val="006D447B"/>
    <w:rsid w:val="006D49F3"/>
    <w:rsid w:val="006D50D9"/>
    <w:rsid w:val="006D5E5F"/>
    <w:rsid w:val="006E5F42"/>
    <w:rsid w:val="006E6B16"/>
    <w:rsid w:val="006E778F"/>
    <w:rsid w:val="006F262D"/>
    <w:rsid w:val="006F7DEB"/>
    <w:rsid w:val="00700A7F"/>
    <w:rsid w:val="0070232E"/>
    <w:rsid w:val="0070297F"/>
    <w:rsid w:val="00703BA1"/>
    <w:rsid w:val="00704F6C"/>
    <w:rsid w:val="00705FB9"/>
    <w:rsid w:val="00710E14"/>
    <w:rsid w:val="007114BD"/>
    <w:rsid w:val="007132C8"/>
    <w:rsid w:val="007138BD"/>
    <w:rsid w:val="00713E48"/>
    <w:rsid w:val="00714192"/>
    <w:rsid w:val="00716D52"/>
    <w:rsid w:val="00716D56"/>
    <w:rsid w:val="00716FB6"/>
    <w:rsid w:val="007269BA"/>
    <w:rsid w:val="00726B08"/>
    <w:rsid w:val="00737A16"/>
    <w:rsid w:val="00737FAD"/>
    <w:rsid w:val="00740030"/>
    <w:rsid w:val="007400F3"/>
    <w:rsid w:val="007446BE"/>
    <w:rsid w:val="0075128A"/>
    <w:rsid w:val="007563DA"/>
    <w:rsid w:val="007572B4"/>
    <w:rsid w:val="007574BF"/>
    <w:rsid w:val="007605B8"/>
    <w:rsid w:val="00761C26"/>
    <w:rsid w:val="0076527A"/>
    <w:rsid w:val="007701B3"/>
    <w:rsid w:val="0077288D"/>
    <w:rsid w:val="00773189"/>
    <w:rsid w:val="007771E0"/>
    <w:rsid w:val="007771F1"/>
    <w:rsid w:val="007776D8"/>
    <w:rsid w:val="0078082F"/>
    <w:rsid w:val="00780A19"/>
    <w:rsid w:val="00783F3E"/>
    <w:rsid w:val="007840B2"/>
    <w:rsid w:val="007854AE"/>
    <w:rsid w:val="0078605F"/>
    <w:rsid w:val="007864B6"/>
    <w:rsid w:val="00787EB6"/>
    <w:rsid w:val="00794C31"/>
    <w:rsid w:val="00794D1D"/>
    <w:rsid w:val="007A0211"/>
    <w:rsid w:val="007A044C"/>
    <w:rsid w:val="007A6E09"/>
    <w:rsid w:val="007B1BE9"/>
    <w:rsid w:val="007B3D9B"/>
    <w:rsid w:val="007B411B"/>
    <w:rsid w:val="007B65AB"/>
    <w:rsid w:val="007B733B"/>
    <w:rsid w:val="007C029A"/>
    <w:rsid w:val="007C0F8F"/>
    <w:rsid w:val="007C22AA"/>
    <w:rsid w:val="007C4FDA"/>
    <w:rsid w:val="007C6A35"/>
    <w:rsid w:val="007C7EB5"/>
    <w:rsid w:val="007D0649"/>
    <w:rsid w:val="007D0BAC"/>
    <w:rsid w:val="007D2C0A"/>
    <w:rsid w:val="007D3200"/>
    <w:rsid w:val="007D6A81"/>
    <w:rsid w:val="007D6EA7"/>
    <w:rsid w:val="007E1262"/>
    <w:rsid w:val="007E1CA4"/>
    <w:rsid w:val="007E21C0"/>
    <w:rsid w:val="007E3B90"/>
    <w:rsid w:val="007E6285"/>
    <w:rsid w:val="007F0F9B"/>
    <w:rsid w:val="007F212E"/>
    <w:rsid w:val="007F2641"/>
    <w:rsid w:val="007F341D"/>
    <w:rsid w:val="007F530B"/>
    <w:rsid w:val="00803631"/>
    <w:rsid w:val="00803BCB"/>
    <w:rsid w:val="00804021"/>
    <w:rsid w:val="00805FE9"/>
    <w:rsid w:val="00811A69"/>
    <w:rsid w:val="0081362E"/>
    <w:rsid w:val="00815527"/>
    <w:rsid w:val="0082046F"/>
    <w:rsid w:val="0082217A"/>
    <w:rsid w:val="008336B2"/>
    <w:rsid w:val="008336FF"/>
    <w:rsid w:val="00833AC6"/>
    <w:rsid w:val="00844301"/>
    <w:rsid w:val="008457A8"/>
    <w:rsid w:val="00846F5C"/>
    <w:rsid w:val="008507C8"/>
    <w:rsid w:val="008530D4"/>
    <w:rsid w:val="008536A6"/>
    <w:rsid w:val="008568B5"/>
    <w:rsid w:val="008606A5"/>
    <w:rsid w:val="00864431"/>
    <w:rsid w:val="00865CA4"/>
    <w:rsid w:val="00867B13"/>
    <w:rsid w:val="00871A97"/>
    <w:rsid w:val="00873205"/>
    <w:rsid w:val="0087397D"/>
    <w:rsid w:val="00877B23"/>
    <w:rsid w:val="00882C52"/>
    <w:rsid w:val="00885FCC"/>
    <w:rsid w:val="00891E87"/>
    <w:rsid w:val="008928C1"/>
    <w:rsid w:val="00893E19"/>
    <w:rsid w:val="00897E2F"/>
    <w:rsid w:val="008A1ED2"/>
    <w:rsid w:val="008A295C"/>
    <w:rsid w:val="008A7278"/>
    <w:rsid w:val="008B01FC"/>
    <w:rsid w:val="008B1CE6"/>
    <w:rsid w:val="008B2720"/>
    <w:rsid w:val="008B2A3C"/>
    <w:rsid w:val="008B2E4D"/>
    <w:rsid w:val="008B3FC2"/>
    <w:rsid w:val="008B71A8"/>
    <w:rsid w:val="008C0CD0"/>
    <w:rsid w:val="008C0F37"/>
    <w:rsid w:val="008C27A4"/>
    <w:rsid w:val="008C30F2"/>
    <w:rsid w:val="008C3B92"/>
    <w:rsid w:val="008C45F3"/>
    <w:rsid w:val="008C7443"/>
    <w:rsid w:val="008D1C53"/>
    <w:rsid w:val="008D25E4"/>
    <w:rsid w:val="008D2882"/>
    <w:rsid w:val="008D32F7"/>
    <w:rsid w:val="008E0DA9"/>
    <w:rsid w:val="008E14B2"/>
    <w:rsid w:val="008F1756"/>
    <w:rsid w:val="008F2AE8"/>
    <w:rsid w:val="008F5AE9"/>
    <w:rsid w:val="008F5EB0"/>
    <w:rsid w:val="008F69F8"/>
    <w:rsid w:val="008F735C"/>
    <w:rsid w:val="008F737B"/>
    <w:rsid w:val="008F7F00"/>
    <w:rsid w:val="009004F9"/>
    <w:rsid w:val="009054B9"/>
    <w:rsid w:val="00912ED0"/>
    <w:rsid w:val="009134E9"/>
    <w:rsid w:val="00915D7B"/>
    <w:rsid w:val="00915ED0"/>
    <w:rsid w:val="009234CA"/>
    <w:rsid w:val="00923891"/>
    <w:rsid w:val="00926BD0"/>
    <w:rsid w:val="00931D3E"/>
    <w:rsid w:val="00932A24"/>
    <w:rsid w:val="00936702"/>
    <w:rsid w:val="0094178D"/>
    <w:rsid w:val="009423BC"/>
    <w:rsid w:val="00943ED3"/>
    <w:rsid w:val="009443D9"/>
    <w:rsid w:val="009466FD"/>
    <w:rsid w:val="00947A6E"/>
    <w:rsid w:val="00954548"/>
    <w:rsid w:val="00955E38"/>
    <w:rsid w:val="00956F20"/>
    <w:rsid w:val="00957A4C"/>
    <w:rsid w:val="009609DD"/>
    <w:rsid w:val="00962174"/>
    <w:rsid w:val="0096392C"/>
    <w:rsid w:val="00963F51"/>
    <w:rsid w:val="0096600B"/>
    <w:rsid w:val="00970D13"/>
    <w:rsid w:val="00971FDB"/>
    <w:rsid w:val="00975C55"/>
    <w:rsid w:val="009800BF"/>
    <w:rsid w:val="00983802"/>
    <w:rsid w:val="009840F3"/>
    <w:rsid w:val="009861F0"/>
    <w:rsid w:val="009877A2"/>
    <w:rsid w:val="009920C3"/>
    <w:rsid w:val="00993D6C"/>
    <w:rsid w:val="009949AB"/>
    <w:rsid w:val="00996CF2"/>
    <w:rsid w:val="009A29E1"/>
    <w:rsid w:val="009A480F"/>
    <w:rsid w:val="009A6A5C"/>
    <w:rsid w:val="009A6B9B"/>
    <w:rsid w:val="009A7D06"/>
    <w:rsid w:val="009B4789"/>
    <w:rsid w:val="009B4D75"/>
    <w:rsid w:val="009C1656"/>
    <w:rsid w:val="009C2B39"/>
    <w:rsid w:val="009C2CD5"/>
    <w:rsid w:val="009C7773"/>
    <w:rsid w:val="009D2F5B"/>
    <w:rsid w:val="009D4CBD"/>
    <w:rsid w:val="009D7C25"/>
    <w:rsid w:val="009E1F9F"/>
    <w:rsid w:val="009E260B"/>
    <w:rsid w:val="009E359D"/>
    <w:rsid w:val="009E4662"/>
    <w:rsid w:val="009E61A8"/>
    <w:rsid w:val="009F17C7"/>
    <w:rsid w:val="009F3482"/>
    <w:rsid w:val="009F5EE3"/>
    <w:rsid w:val="00A02660"/>
    <w:rsid w:val="00A0280D"/>
    <w:rsid w:val="00A03267"/>
    <w:rsid w:val="00A04566"/>
    <w:rsid w:val="00A066EE"/>
    <w:rsid w:val="00A14B24"/>
    <w:rsid w:val="00A1650E"/>
    <w:rsid w:val="00A16B86"/>
    <w:rsid w:val="00A17281"/>
    <w:rsid w:val="00A238D1"/>
    <w:rsid w:val="00A269A6"/>
    <w:rsid w:val="00A26EB6"/>
    <w:rsid w:val="00A27AAB"/>
    <w:rsid w:val="00A32173"/>
    <w:rsid w:val="00A41CBC"/>
    <w:rsid w:val="00A4258C"/>
    <w:rsid w:val="00A4665A"/>
    <w:rsid w:val="00A472D6"/>
    <w:rsid w:val="00A500B4"/>
    <w:rsid w:val="00A521E1"/>
    <w:rsid w:val="00A52232"/>
    <w:rsid w:val="00A52CA8"/>
    <w:rsid w:val="00A52F99"/>
    <w:rsid w:val="00A55FD0"/>
    <w:rsid w:val="00A57422"/>
    <w:rsid w:val="00A578D7"/>
    <w:rsid w:val="00A6201A"/>
    <w:rsid w:val="00A6220A"/>
    <w:rsid w:val="00A64377"/>
    <w:rsid w:val="00A651EF"/>
    <w:rsid w:val="00A7069B"/>
    <w:rsid w:val="00A71E6F"/>
    <w:rsid w:val="00A721B0"/>
    <w:rsid w:val="00A725A1"/>
    <w:rsid w:val="00A7397C"/>
    <w:rsid w:val="00A77973"/>
    <w:rsid w:val="00A8452F"/>
    <w:rsid w:val="00A850E7"/>
    <w:rsid w:val="00A8528F"/>
    <w:rsid w:val="00A9087E"/>
    <w:rsid w:val="00A9153A"/>
    <w:rsid w:val="00A91E26"/>
    <w:rsid w:val="00A95574"/>
    <w:rsid w:val="00A97C36"/>
    <w:rsid w:val="00AA585C"/>
    <w:rsid w:val="00AB2F8F"/>
    <w:rsid w:val="00AB3D5A"/>
    <w:rsid w:val="00AC7D25"/>
    <w:rsid w:val="00AD5442"/>
    <w:rsid w:val="00AD5A78"/>
    <w:rsid w:val="00AD7756"/>
    <w:rsid w:val="00AE4DF7"/>
    <w:rsid w:val="00AE54FF"/>
    <w:rsid w:val="00AF0272"/>
    <w:rsid w:val="00AF1572"/>
    <w:rsid w:val="00AF28A7"/>
    <w:rsid w:val="00AF2B4A"/>
    <w:rsid w:val="00AF319A"/>
    <w:rsid w:val="00AF3906"/>
    <w:rsid w:val="00B004DB"/>
    <w:rsid w:val="00B0439C"/>
    <w:rsid w:val="00B0699D"/>
    <w:rsid w:val="00B10258"/>
    <w:rsid w:val="00B10A9C"/>
    <w:rsid w:val="00B11668"/>
    <w:rsid w:val="00B13ECE"/>
    <w:rsid w:val="00B16B54"/>
    <w:rsid w:val="00B22941"/>
    <w:rsid w:val="00B22AB6"/>
    <w:rsid w:val="00B230F4"/>
    <w:rsid w:val="00B279D5"/>
    <w:rsid w:val="00B3453F"/>
    <w:rsid w:val="00B37D2E"/>
    <w:rsid w:val="00B37F6F"/>
    <w:rsid w:val="00B46A6F"/>
    <w:rsid w:val="00B47188"/>
    <w:rsid w:val="00B52F07"/>
    <w:rsid w:val="00B53123"/>
    <w:rsid w:val="00B5583D"/>
    <w:rsid w:val="00B5700F"/>
    <w:rsid w:val="00B60350"/>
    <w:rsid w:val="00B60D7B"/>
    <w:rsid w:val="00B6312E"/>
    <w:rsid w:val="00B6401A"/>
    <w:rsid w:val="00B66299"/>
    <w:rsid w:val="00B66999"/>
    <w:rsid w:val="00B766A1"/>
    <w:rsid w:val="00B813B7"/>
    <w:rsid w:val="00B866AB"/>
    <w:rsid w:val="00B869C7"/>
    <w:rsid w:val="00B90D96"/>
    <w:rsid w:val="00B9145D"/>
    <w:rsid w:val="00B94596"/>
    <w:rsid w:val="00B979B1"/>
    <w:rsid w:val="00BA29FE"/>
    <w:rsid w:val="00BA541C"/>
    <w:rsid w:val="00BB0B36"/>
    <w:rsid w:val="00BB3954"/>
    <w:rsid w:val="00BB3EDD"/>
    <w:rsid w:val="00BB651A"/>
    <w:rsid w:val="00BC5E48"/>
    <w:rsid w:val="00BC6DD7"/>
    <w:rsid w:val="00BC74F9"/>
    <w:rsid w:val="00BD1559"/>
    <w:rsid w:val="00BD5B37"/>
    <w:rsid w:val="00BE5B20"/>
    <w:rsid w:val="00BF35ED"/>
    <w:rsid w:val="00BF5E0B"/>
    <w:rsid w:val="00C12C9A"/>
    <w:rsid w:val="00C13B3A"/>
    <w:rsid w:val="00C13BE8"/>
    <w:rsid w:val="00C15C6D"/>
    <w:rsid w:val="00C15E51"/>
    <w:rsid w:val="00C16811"/>
    <w:rsid w:val="00C227FA"/>
    <w:rsid w:val="00C31DD4"/>
    <w:rsid w:val="00C33FA5"/>
    <w:rsid w:val="00C365EB"/>
    <w:rsid w:val="00C3774A"/>
    <w:rsid w:val="00C42055"/>
    <w:rsid w:val="00C502D7"/>
    <w:rsid w:val="00C50855"/>
    <w:rsid w:val="00C521A5"/>
    <w:rsid w:val="00C52908"/>
    <w:rsid w:val="00C65352"/>
    <w:rsid w:val="00C67092"/>
    <w:rsid w:val="00C7248F"/>
    <w:rsid w:val="00C812DA"/>
    <w:rsid w:val="00C8239C"/>
    <w:rsid w:val="00C82F02"/>
    <w:rsid w:val="00C87B64"/>
    <w:rsid w:val="00C87F62"/>
    <w:rsid w:val="00C90750"/>
    <w:rsid w:val="00C9242E"/>
    <w:rsid w:val="00C93F28"/>
    <w:rsid w:val="00C95C82"/>
    <w:rsid w:val="00C9751E"/>
    <w:rsid w:val="00C97692"/>
    <w:rsid w:val="00CA0EA2"/>
    <w:rsid w:val="00CA130E"/>
    <w:rsid w:val="00CA5AC3"/>
    <w:rsid w:val="00CB3FD4"/>
    <w:rsid w:val="00CB50CF"/>
    <w:rsid w:val="00CC0343"/>
    <w:rsid w:val="00CC30AC"/>
    <w:rsid w:val="00CC78D6"/>
    <w:rsid w:val="00CE1D34"/>
    <w:rsid w:val="00CE2181"/>
    <w:rsid w:val="00CE2D64"/>
    <w:rsid w:val="00CE6318"/>
    <w:rsid w:val="00CE754F"/>
    <w:rsid w:val="00CE7808"/>
    <w:rsid w:val="00CF0DD0"/>
    <w:rsid w:val="00CF101C"/>
    <w:rsid w:val="00CF1021"/>
    <w:rsid w:val="00D00AAD"/>
    <w:rsid w:val="00D00CB0"/>
    <w:rsid w:val="00D01F2E"/>
    <w:rsid w:val="00D124C1"/>
    <w:rsid w:val="00D12B79"/>
    <w:rsid w:val="00D12FFB"/>
    <w:rsid w:val="00D150C2"/>
    <w:rsid w:val="00D152AA"/>
    <w:rsid w:val="00D1542E"/>
    <w:rsid w:val="00D2223E"/>
    <w:rsid w:val="00D2497D"/>
    <w:rsid w:val="00D2499D"/>
    <w:rsid w:val="00D30118"/>
    <w:rsid w:val="00D31F33"/>
    <w:rsid w:val="00D32E3C"/>
    <w:rsid w:val="00D34917"/>
    <w:rsid w:val="00D378E7"/>
    <w:rsid w:val="00D41649"/>
    <w:rsid w:val="00D4206C"/>
    <w:rsid w:val="00D42A59"/>
    <w:rsid w:val="00D539AB"/>
    <w:rsid w:val="00D54484"/>
    <w:rsid w:val="00D555D4"/>
    <w:rsid w:val="00D55CC1"/>
    <w:rsid w:val="00D600BD"/>
    <w:rsid w:val="00D669EA"/>
    <w:rsid w:val="00D71244"/>
    <w:rsid w:val="00D71AFB"/>
    <w:rsid w:val="00D72E8F"/>
    <w:rsid w:val="00D73D2B"/>
    <w:rsid w:val="00D74AF8"/>
    <w:rsid w:val="00D74ECC"/>
    <w:rsid w:val="00D779FE"/>
    <w:rsid w:val="00D8041C"/>
    <w:rsid w:val="00D80ADE"/>
    <w:rsid w:val="00D81A7D"/>
    <w:rsid w:val="00D83672"/>
    <w:rsid w:val="00D902A1"/>
    <w:rsid w:val="00D93CAE"/>
    <w:rsid w:val="00D95C0B"/>
    <w:rsid w:val="00D96266"/>
    <w:rsid w:val="00D96B6F"/>
    <w:rsid w:val="00DA3A23"/>
    <w:rsid w:val="00DA4583"/>
    <w:rsid w:val="00DB001A"/>
    <w:rsid w:val="00DB14D6"/>
    <w:rsid w:val="00DB3903"/>
    <w:rsid w:val="00DB6DCE"/>
    <w:rsid w:val="00DB7B26"/>
    <w:rsid w:val="00DC1620"/>
    <w:rsid w:val="00DC3EDD"/>
    <w:rsid w:val="00DC495B"/>
    <w:rsid w:val="00DC6C94"/>
    <w:rsid w:val="00DC7CB2"/>
    <w:rsid w:val="00DD0C14"/>
    <w:rsid w:val="00DD3415"/>
    <w:rsid w:val="00DD7BB6"/>
    <w:rsid w:val="00DE13E8"/>
    <w:rsid w:val="00DE2D70"/>
    <w:rsid w:val="00DE4007"/>
    <w:rsid w:val="00DE4AC2"/>
    <w:rsid w:val="00DE4B29"/>
    <w:rsid w:val="00DE6F82"/>
    <w:rsid w:val="00DE7C68"/>
    <w:rsid w:val="00DE7FBF"/>
    <w:rsid w:val="00DF5C1B"/>
    <w:rsid w:val="00DF695E"/>
    <w:rsid w:val="00E15EAF"/>
    <w:rsid w:val="00E16289"/>
    <w:rsid w:val="00E16886"/>
    <w:rsid w:val="00E1720D"/>
    <w:rsid w:val="00E20CD2"/>
    <w:rsid w:val="00E24038"/>
    <w:rsid w:val="00E25277"/>
    <w:rsid w:val="00E258DB"/>
    <w:rsid w:val="00E273A2"/>
    <w:rsid w:val="00E30280"/>
    <w:rsid w:val="00E31588"/>
    <w:rsid w:val="00E32069"/>
    <w:rsid w:val="00E349E0"/>
    <w:rsid w:val="00E357E1"/>
    <w:rsid w:val="00E40EF3"/>
    <w:rsid w:val="00E415D2"/>
    <w:rsid w:val="00E45796"/>
    <w:rsid w:val="00E51D9B"/>
    <w:rsid w:val="00E538F5"/>
    <w:rsid w:val="00E57892"/>
    <w:rsid w:val="00E633A7"/>
    <w:rsid w:val="00E6359A"/>
    <w:rsid w:val="00E67665"/>
    <w:rsid w:val="00E70BB2"/>
    <w:rsid w:val="00E716A5"/>
    <w:rsid w:val="00E72119"/>
    <w:rsid w:val="00E722F8"/>
    <w:rsid w:val="00E732DC"/>
    <w:rsid w:val="00E754FC"/>
    <w:rsid w:val="00E75FF3"/>
    <w:rsid w:val="00E77DCF"/>
    <w:rsid w:val="00E80651"/>
    <w:rsid w:val="00E85017"/>
    <w:rsid w:val="00E8729F"/>
    <w:rsid w:val="00E90A0A"/>
    <w:rsid w:val="00E948FA"/>
    <w:rsid w:val="00E95476"/>
    <w:rsid w:val="00EA0E05"/>
    <w:rsid w:val="00EA1856"/>
    <w:rsid w:val="00EA1A86"/>
    <w:rsid w:val="00EA1CA9"/>
    <w:rsid w:val="00EA2C24"/>
    <w:rsid w:val="00EA483E"/>
    <w:rsid w:val="00EB0C15"/>
    <w:rsid w:val="00EB331B"/>
    <w:rsid w:val="00EB4398"/>
    <w:rsid w:val="00EC2049"/>
    <w:rsid w:val="00ED32A8"/>
    <w:rsid w:val="00ED4FDB"/>
    <w:rsid w:val="00ED607C"/>
    <w:rsid w:val="00ED674A"/>
    <w:rsid w:val="00ED789F"/>
    <w:rsid w:val="00ED7B51"/>
    <w:rsid w:val="00EE28FD"/>
    <w:rsid w:val="00EE330E"/>
    <w:rsid w:val="00EE77B1"/>
    <w:rsid w:val="00EF1DD7"/>
    <w:rsid w:val="00EF5F57"/>
    <w:rsid w:val="00F00309"/>
    <w:rsid w:val="00F02C52"/>
    <w:rsid w:val="00F05028"/>
    <w:rsid w:val="00F059C6"/>
    <w:rsid w:val="00F076CF"/>
    <w:rsid w:val="00F14CB6"/>
    <w:rsid w:val="00F150CE"/>
    <w:rsid w:val="00F22848"/>
    <w:rsid w:val="00F26A4B"/>
    <w:rsid w:val="00F270AA"/>
    <w:rsid w:val="00F27E3F"/>
    <w:rsid w:val="00F31814"/>
    <w:rsid w:val="00F321A6"/>
    <w:rsid w:val="00F32BF3"/>
    <w:rsid w:val="00F41FDC"/>
    <w:rsid w:val="00F43BC5"/>
    <w:rsid w:val="00F47D7A"/>
    <w:rsid w:val="00F57419"/>
    <w:rsid w:val="00F64DD1"/>
    <w:rsid w:val="00F64EDF"/>
    <w:rsid w:val="00F65195"/>
    <w:rsid w:val="00F702E0"/>
    <w:rsid w:val="00F776AA"/>
    <w:rsid w:val="00F82B09"/>
    <w:rsid w:val="00F92A77"/>
    <w:rsid w:val="00F92CDC"/>
    <w:rsid w:val="00F93B12"/>
    <w:rsid w:val="00F972AB"/>
    <w:rsid w:val="00F9749D"/>
    <w:rsid w:val="00FA0C61"/>
    <w:rsid w:val="00FA114D"/>
    <w:rsid w:val="00FA21E8"/>
    <w:rsid w:val="00FA48F6"/>
    <w:rsid w:val="00FA7060"/>
    <w:rsid w:val="00FB1294"/>
    <w:rsid w:val="00FB162D"/>
    <w:rsid w:val="00FB5F33"/>
    <w:rsid w:val="00FB7CFF"/>
    <w:rsid w:val="00FC0F43"/>
    <w:rsid w:val="00FC1D81"/>
    <w:rsid w:val="00FC3F0C"/>
    <w:rsid w:val="00FC7762"/>
    <w:rsid w:val="00FD4B1D"/>
    <w:rsid w:val="00FE2EAF"/>
    <w:rsid w:val="00FF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112084-EEEC-4CFF-9605-F63AE162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C7D13"/>
    <w:pPr>
      <w:keepNext/>
      <w:spacing w:line="360" w:lineRule="auto"/>
      <w:jc w:val="both"/>
      <w:outlineLvl w:val="0"/>
    </w:pPr>
    <w:rPr>
      <w:rFonts w:ascii="Arial" w:eastAsia="Times New Roman" w:hAnsi="Arial" w:cs="Times New Roman"/>
      <w:b/>
      <w:sz w:val="26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7D13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C7D13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C7D13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22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22AC"/>
  </w:style>
  <w:style w:type="paragraph" w:styleId="Piedepgina">
    <w:name w:val="footer"/>
    <w:basedOn w:val="Normal"/>
    <w:link w:val="PiedepginaCar"/>
    <w:uiPriority w:val="99"/>
    <w:unhideWhenUsed/>
    <w:rsid w:val="004722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2AC"/>
  </w:style>
  <w:style w:type="paragraph" w:styleId="Textodeglobo">
    <w:name w:val="Balloon Text"/>
    <w:basedOn w:val="Normal"/>
    <w:link w:val="TextodegloboCar"/>
    <w:uiPriority w:val="99"/>
    <w:semiHidden/>
    <w:unhideWhenUsed/>
    <w:rsid w:val="0047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22AC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4722AC"/>
    <w:pPr>
      <w:spacing w:after="0" w:line="240" w:lineRule="auto"/>
    </w:pPr>
    <w:rPr>
      <w:lang w:val="en-US"/>
    </w:rPr>
  </w:style>
  <w:style w:type="table" w:styleId="Tablaconcuadrcula">
    <w:name w:val="Table Grid"/>
    <w:basedOn w:val="Tablanormal"/>
    <w:uiPriority w:val="59"/>
    <w:rsid w:val="00254BD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446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rsid w:val="005E4FBC"/>
    <w:rPr>
      <w:lang w:val="en-US"/>
    </w:rPr>
  </w:style>
  <w:style w:type="paragraph" w:customStyle="1" w:styleId="Pa2">
    <w:name w:val="Pa2"/>
    <w:basedOn w:val="Normal"/>
    <w:next w:val="Normal"/>
    <w:uiPriority w:val="99"/>
    <w:rsid w:val="00815527"/>
    <w:pPr>
      <w:autoSpaceDE w:val="0"/>
      <w:autoSpaceDN w:val="0"/>
      <w:adjustRightInd w:val="0"/>
      <w:spacing w:after="0" w:line="241" w:lineRule="atLeast"/>
    </w:pPr>
    <w:rPr>
      <w:rFonts w:ascii="Arial" w:eastAsia="Calibri" w:hAnsi="Arial" w:cs="Arial"/>
      <w:sz w:val="24"/>
      <w:szCs w:val="24"/>
      <w:lang w:val="es-MX"/>
    </w:rPr>
  </w:style>
  <w:style w:type="paragraph" w:customStyle="1" w:styleId="Style4">
    <w:name w:val="Style4"/>
    <w:basedOn w:val="Normal"/>
    <w:uiPriority w:val="99"/>
    <w:rsid w:val="00A41CBC"/>
    <w:pPr>
      <w:widowControl w:val="0"/>
      <w:autoSpaceDE w:val="0"/>
      <w:autoSpaceDN w:val="0"/>
      <w:adjustRightInd w:val="0"/>
      <w:spacing w:after="0" w:line="234" w:lineRule="exact"/>
      <w:ind w:firstLine="725"/>
      <w:jc w:val="both"/>
    </w:pPr>
    <w:rPr>
      <w:rFonts w:ascii="Arial" w:eastAsia="Times New Roman" w:hAnsi="Arial" w:cs="Arial"/>
      <w:sz w:val="24"/>
      <w:szCs w:val="24"/>
      <w:lang w:val="es-MX" w:eastAsia="es-MX"/>
    </w:rPr>
  </w:style>
  <w:style w:type="character" w:customStyle="1" w:styleId="FontStyle30">
    <w:name w:val="Font Style30"/>
    <w:uiPriority w:val="99"/>
    <w:rsid w:val="00FA21E8"/>
    <w:rPr>
      <w:rFonts w:ascii="Arial" w:hAnsi="Arial" w:cs="Arial"/>
      <w:sz w:val="16"/>
      <w:szCs w:val="16"/>
    </w:rPr>
  </w:style>
  <w:style w:type="paragraph" w:customStyle="1" w:styleId="Default">
    <w:name w:val="Default"/>
    <w:rsid w:val="00ED78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MX" w:eastAsia="es-MX"/>
    </w:rPr>
  </w:style>
  <w:style w:type="paragraph" w:styleId="Textoindependiente2">
    <w:name w:val="Body Text 2"/>
    <w:basedOn w:val="Normal"/>
    <w:link w:val="Textoindependiente2Car"/>
    <w:semiHidden/>
    <w:rsid w:val="00CA130E"/>
    <w:pPr>
      <w:numPr>
        <w:ilvl w:val="12"/>
      </w:numPr>
      <w:spacing w:line="36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CA130E"/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styleId="Hipervnculo">
    <w:name w:val="Hyperlink"/>
    <w:uiPriority w:val="99"/>
    <w:unhideWhenUsed/>
    <w:rsid w:val="00556685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E63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E631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E631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E63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E6318"/>
    <w:rPr>
      <w:b/>
      <w:bCs/>
      <w:sz w:val="20"/>
      <w:szCs w:val="20"/>
    </w:rPr>
  </w:style>
  <w:style w:type="character" w:customStyle="1" w:styleId="apple-converted-space">
    <w:name w:val="apple-converted-space"/>
    <w:basedOn w:val="Fuentedeprrafopredeter"/>
    <w:rsid w:val="00737FAD"/>
  </w:style>
  <w:style w:type="paragraph" w:styleId="NormalWeb">
    <w:name w:val="Normal (Web)"/>
    <w:basedOn w:val="Normal"/>
    <w:uiPriority w:val="99"/>
    <w:unhideWhenUsed/>
    <w:rsid w:val="00C92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FontStyle33">
    <w:name w:val="Font Style33"/>
    <w:basedOn w:val="Fuentedeprrafopredeter"/>
    <w:uiPriority w:val="99"/>
    <w:rsid w:val="0087397D"/>
    <w:rPr>
      <w:rFonts w:ascii="Calibri" w:hAnsi="Calibri" w:cs="Calibri"/>
      <w:b/>
      <w:bCs/>
      <w:i/>
      <w:iCs/>
      <w:sz w:val="16"/>
      <w:szCs w:val="16"/>
    </w:rPr>
  </w:style>
  <w:style w:type="paragraph" w:customStyle="1" w:styleId="Style14">
    <w:name w:val="Style14"/>
    <w:basedOn w:val="Normal"/>
    <w:uiPriority w:val="99"/>
    <w:rsid w:val="00297019"/>
    <w:pPr>
      <w:widowControl w:val="0"/>
      <w:autoSpaceDE w:val="0"/>
      <w:autoSpaceDN w:val="0"/>
      <w:adjustRightInd w:val="0"/>
      <w:spacing w:after="0" w:line="269" w:lineRule="exact"/>
      <w:ind w:hanging="278"/>
      <w:jc w:val="both"/>
    </w:pPr>
    <w:rPr>
      <w:rFonts w:ascii="Calibri" w:eastAsiaTheme="minorEastAsia" w:hAnsi="Calibri"/>
      <w:sz w:val="24"/>
      <w:szCs w:val="24"/>
      <w:lang w:eastAsia="es-ES"/>
    </w:rPr>
  </w:style>
  <w:style w:type="character" w:customStyle="1" w:styleId="FontStyle29">
    <w:name w:val="Font Style29"/>
    <w:basedOn w:val="Fuentedeprrafopredeter"/>
    <w:uiPriority w:val="99"/>
    <w:rsid w:val="00297019"/>
    <w:rPr>
      <w:rFonts w:ascii="Calibri" w:hAnsi="Calibri" w:cs="Calibri"/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C7D1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C7D13"/>
  </w:style>
  <w:style w:type="character" w:customStyle="1" w:styleId="Ttulo1Car">
    <w:name w:val="Título 1 Car"/>
    <w:basedOn w:val="Fuentedeprrafopredeter"/>
    <w:link w:val="Ttulo1"/>
    <w:rsid w:val="003C7D13"/>
    <w:rPr>
      <w:rFonts w:ascii="Arial" w:eastAsia="Times New Roman" w:hAnsi="Arial" w:cs="Times New Roman"/>
      <w:b/>
      <w:sz w:val="26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C7D1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C7D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C7D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paragraph" w:customStyle="1" w:styleId="Style21">
    <w:name w:val="Style21"/>
    <w:basedOn w:val="Normal"/>
    <w:uiPriority w:val="99"/>
    <w:rsid w:val="003C7D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es-ES"/>
    </w:rPr>
  </w:style>
  <w:style w:type="numbering" w:customStyle="1" w:styleId="List1">
    <w:name w:val="List 1"/>
    <w:rsid w:val="003C7D13"/>
    <w:pPr>
      <w:numPr>
        <w:numId w:val="6"/>
      </w:numPr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C7D1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Theme="minorEastAsia" w:hAnsi="Calibri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C7D13"/>
    <w:rPr>
      <w:rFonts w:ascii="Calibri" w:eastAsiaTheme="minorEastAsia" w:hAnsi="Calibri"/>
      <w:sz w:val="24"/>
      <w:szCs w:val="24"/>
      <w:lang w:eastAsia="es-ES"/>
    </w:rPr>
  </w:style>
  <w:style w:type="paragraph" w:styleId="Puesto">
    <w:name w:val="Title"/>
    <w:basedOn w:val="Normal"/>
    <w:link w:val="PuestoCar"/>
    <w:qFormat/>
    <w:rsid w:val="003C7D1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es-ES"/>
    </w:rPr>
  </w:style>
  <w:style w:type="character" w:customStyle="1" w:styleId="PuestoCar">
    <w:name w:val="Puesto Car"/>
    <w:basedOn w:val="Fuentedeprrafopredeter"/>
    <w:link w:val="Puesto"/>
    <w:rsid w:val="003C7D13"/>
    <w:rPr>
      <w:rFonts w:ascii="Times New Roman" w:eastAsia="Times New Roman" w:hAnsi="Times New Roman" w:cs="Times New Roman"/>
      <w:b/>
      <w:bCs/>
      <w:sz w:val="20"/>
      <w:szCs w:val="24"/>
      <w:lang w:eastAsia="es-ES"/>
    </w:rPr>
  </w:style>
  <w:style w:type="table" w:styleId="Listaclara">
    <w:name w:val="Light List"/>
    <w:basedOn w:val="Tablanormal"/>
    <w:uiPriority w:val="61"/>
    <w:rsid w:val="003C7D13"/>
    <w:pPr>
      <w:spacing w:after="0" w:line="240" w:lineRule="auto"/>
    </w:pPr>
    <w:rPr>
      <w:lang w:val="es-MX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riones.CARLOS_BRIONES\Documents\ROP%202015%20Y%20MIR\ROP%202015%20VER%2001%20PAERS\ROP%202015%20VERSION%201.0%20DE%20FECHA%2004%20DE%20NOV%202014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F5E86-1827-4048-9E38-A53D46D4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ROP 2015 VERSION 1.0 DE FECHA 04 DE NOV 2014</Template>
  <TotalTime>8</TotalTime>
  <Pages>9</Pages>
  <Words>2285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Briones Alejandro</dc:creator>
  <cp:lastModifiedBy>Arturo Ledezma Hernandez</cp:lastModifiedBy>
  <cp:revision>6</cp:revision>
  <cp:lastPrinted>2016-05-13T14:08:00Z</cp:lastPrinted>
  <dcterms:created xsi:type="dcterms:W3CDTF">2016-04-29T18:26:00Z</dcterms:created>
  <dcterms:modified xsi:type="dcterms:W3CDTF">2016-12-15T17:07:00Z</dcterms:modified>
</cp:coreProperties>
</file>